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5CD" w:rsidRDefault="007215CD"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7215CD" w:rsidRDefault="007215CD"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7215CD" w:rsidRDefault="007215CD"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7215CD" w:rsidRDefault="007215CD"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7215CD" w:rsidRDefault="007215CD" w:rsidP="00596C11">
      <w:pPr>
        <w:jc w:val="center"/>
        <w:rPr>
          <w:rFonts w:ascii="Times New Roman" w:hAnsi="Times New Roman" w:cs="Times New Roman"/>
          <w:b/>
          <w:bCs/>
          <w:sz w:val="28"/>
          <w:szCs w:val="28"/>
        </w:rPr>
      </w:pPr>
    </w:p>
    <w:p w:rsidR="007215CD" w:rsidRDefault="007215CD" w:rsidP="00596C11">
      <w:pPr>
        <w:jc w:val="center"/>
        <w:rPr>
          <w:rFonts w:ascii="Times New Roman" w:hAnsi="Times New Roman" w:cs="Times New Roman"/>
          <w:b/>
          <w:bCs/>
          <w:sz w:val="28"/>
          <w:szCs w:val="28"/>
        </w:rPr>
      </w:pPr>
    </w:p>
    <w:p w:rsidR="007215CD" w:rsidRDefault="007215CD" w:rsidP="00596C11">
      <w:pPr>
        <w:jc w:val="center"/>
        <w:rPr>
          <w:rFonts w:ascii="Times New Roman" w:hAnsi="Times New Roman" w:cs="Times New Roman"/>
          <w:b/>
          <w:bCs/>
          <w:sz w:val="28"/>
          <w:szCs w:val="28"/>
        </w:rPr>
      </w:pPr>
    </w:p>
    <w:p w:rsidR="007215CD" w:rsidRDefault="007215CD" w:rsidP="00596C11">
      <w:pPr>
        <w:jc w:val="center"/>
        <w:rPr>
          <w:rFonts w:ascii="Times New Roman" w:hAnsi="Times New Roman" w:cs="Times New Roman"/>
          <w:b/>
          <w:bCs/>
          <w:sz w:val="28"/>
          <w:szCs w:val="28"/>
        </w:rPr>
      </w:pPr>
    </w:p>
    <w:p w:rsidR="007215CD" w:rsidRDefault="007215CD" w:rsidP="00596C11">
      <w:pPr>
        <w:jc w:val="center"/>
        <w:rPr>
          <w:rFonts w:ascii="Times New Roman" w:hAnsi="Times New Roman" w:cs="Times New Roman"/>
          <w:b/>
          <w:bCs/>
          <w:sz w:val="28"/>
          <w:szCs w:val="28"/>
        </w:rPr>
      </w:pPr>
    </w:p>
    <w:p w:rsidR="007215CD" w:rsidRPr="00596C11" w:rsidRDefault="007215CD"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15</w:t>
      </w:r>
    </w:p>
    <w:p w:rsidR="007215CD" w:rsidRPr="00596C11" w:rsidRDefault="007215C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7215CD" w:rsidRPr="00596C11" w:rsidRDefault="007215C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7215CD" w:rsidRDefault="007215C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7215CD" w:rsidRPr="00596C11" w:rsidRDefault="007215CD"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Красная, 95а.</w:t>
      </w:r>
    </w:p>
    <w:p w:rsidR="007215CD" w:rsidRPr="005F5DCD" w:rsidRDefault="007215CD" w:rsidP="00596C11">
      <w:pPr>
        <w:autoSpaceDE w:val="0"/>
        <w:jc w:val="center"/>
        <w:rPr>
          <w:b/>
          <w:bCs/>
          <w:sz w:val="28"/>
          <w:szCs w:val="28"/>
        </w:rPr>
      </w:pPr>
    </w:p>
    <w:p w:rsidR="007215CD" w:rsidRDefault="007215CD" w:rsidP="00431B2C">
      <w:pPr>
        <w:spacing w:after="0" w:line="240" w:lineRule="auto"/>
        <w:ind w:firstLine="709"/>
        <w:jc w:val="both"/>
      </w:pPr>
    </w:p>
    <w:p w:rsidR="007215CD" w:rsidRDefault="007215CD"/>
    <w:p w:rsidR="007215CD" w:rsidRDefault="007215CD"/>
    <w:p w:rsidR="007215CD" w:rsidRDefault="007215CD"/>
    <w:p w:rsidR="007215CD" w:rsidRDefault="007215CD"/>
    <w:p w:rsidR="007215CD" w:rsidRDefault="007215CD"/>
    <w:p w:rsidR="007215CD" w:rsidRDefault="007215CD"/>
    <w:p w:rsidR="007215CD" w:rsidRDefault="007215CD"/>
    <w:p w:rsidR="007215CD" w:rsidRDefault="007215CD"/>
    <w:p w:rsidR="007215CD" w:rsidRDefault="007215CD"/>
    <w:p w:rsidR="007215CD" w:rsidRDefault="007215CD"/>
    <w:p w:rsidR="007215CD" w:rsidRDefault="007215CD"/>
    <w:p w:rsidR="007215CD" w:rsidRDefault="007215CD"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7215CD" w:rsidRDefault="007215CD"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Красная, 95а.</w:t>
      </w:r>
      <w:r w:rsidRPr="003B5845">
        <w:rPr>
          <w:rFonts w:ascii="Times New Roman" w:hAnsi="Times New Roman" w:cs="Times New Roman"/>
          <w:sz w:val="24"/>
          <w:szCs w:val="24"/>
        </w:rPr>
        <w:t xml:space="preserve"> </w:t>
      </w:r>
    </w:p>
    <w:p w:rsidR="007215CD" w:rsidRPr="00707F60" w:rsidRDefault="007215CD"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7215CD" w:rsidRPr="00707F60" w:rsidRDefault="007215CD"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F60">
        <w:rPr>
          <w:rFonts w:ascii="Times New Roman" w:hAnsi="Times New Roman" w:cs="Times New Roman"/>
          <w:sz w:val="24"/>
          <w:szCs w:val="24"/>
        </w:rPr>
        <w:t>Лот № 2 – Установка ПУ.</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7215CD" w:rsidRDefault="007215CD"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7215CD"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7215CD" w:rsidRPr="00243B63" w:rsidRDefault="007215CD"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7215CD" w:rsidRPr="00707F60"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7215CD" w:rsidRPr="00243B63" w:rsidRDefault="007215C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7215CD" w:rsidRPr="00243B63" w:rsidRDefault="007215C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7215CD" w:rsidRDefault="007215CD" w:rsidP="00A04DB8">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1 100 000 (один миллион сто тысяч)</w:t>
      </w:r>
      <w:r w:rsidRPr="005B6F0B">
        <w:rPr>
          <w:rFonts w:ascii="Times New Roman" w:hAnsi="Times New Roman" w:cs="Times New Roman"/>
          <w:color w:val="000000"/>
          <w:sz w:val="24"/>
          <w:szCs w:val="24"/>
        </w:rPr>
        <w:t xml:space="preserve"> рублей 00 копеек.</w:t>
      </w:r>
    </w:p>
    <w:p w:rsidR="007215CD" w:rsidRPr="00464C00" w:rsidRDefault="007215CD" w:rsidP="00A04DB8">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(девяносто две тысячи двести тридцать) рублей 00 копеек</w:t>
      </w:r>
      <w:r w:rsidRPr="00464C00">
        <w:rPr>
          <w:rFonts w:ascii="Times New Roman" w:hAnsi="Times New Roman" w:cs="Times New Roman"/>
          <w:color w:val="000000"/>
          <w:sz w:val="24"/>
          <w:szCs w:val="24"/>
        </w:rPr>
        <w:t>.</w:t>
      </w:r>
    </w:p>
    <w:p w:rsidR="007215CD" w:rsidRPr="00464C00" w:rsidRDefault="007215CD"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7215CD" w:rsidRPr="00FC5EC1" w:rsidRDefault="007215C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7215CD" w:rsidRPr="003B5845" w:rsidRDefault="007215CD"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7215CD" w:rsidRPr="003B7EE8" w:rsidRDefault="007215C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7215CD" w:rsidRPr="00243B63" w:rsidRDefault="007215CD"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7215CD" w:rsidRPr="00243B63" w:rsidRDefault="007215C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7215CD" w:rsidRPr="00243B63" w:rsidRDefault="007215C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7215CD" w:rsidRDefault="007215C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16</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7215CD" w:rsidRDefault="007215C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7215CD" w:rsidRDefault="007215C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7215CD" w:rsidRDefault="007215CD"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7215CD" w:rsidRPr="00665978" w:rsidRDefault="007215CD" w:rsidP="00665978">
      <w:pPr>
        <w:pStyle w:val="ListParagraph"/>
        <w:tabs>
          <w:tab w:val="left" w:pos="0"/>
        </w:tabs>
        <w:spacing w:after="0" w:line="240" w:lineRule="auto"/>
        <w:ind w:left="567"/>
        <w:jc w:val="both"/>
        <w:rPr>
          <w:rFonts w:ascii="Times New Roman" w:hAnsi="Times New Roman" w:cs="Times New Roman"/>
          <w:sz w:val="24"/>
          <w:szCs w:val="24"/>
        </w:rPr>
      </w:pPr>
    </w:p>
    <w:p w:rsidR="007215CD" w:rsidRPr="00247573" w:rsidRDefault="007215CD"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7215CD" w:rsidRPr="00247573" w:rsidRDefault="007215CD"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7215CD" w:rsidRPr="0075512B" w:rsidRDefault="007215CD"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7215CD" w:rsidRPr="0075512B" w:rsidRDefault="007215C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7215CD" w:rsidRPr="0075512B" w:rsidRDefault="007215C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7215CD" w:rsidRPr="0075512B" w:rsidRDefault="007215C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7215CD" w:rsidRPr="0075512B" w:rsidRDefault="007215CD"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7215CD" w:rsidRDefault="007215CD" w:rsidP="000578C0">
      <w:pPr>
        <w:spacing w:line="240" w:lineRule="auto"/>
        <w:jc w:val="center"/>
        <w:rPr>
          <w:rFonts w:ascii="Times New Roman" w:hAnsi="Times New Roman" w:cs="Times New Roman"/>
          <w:sz w:val="24"/>
          <w:szCs w:val="24"/>
        </w:rPr>
      </w:pPr>
    </w:p>
    <w:p w:rsidR="007215CD" w:rsidRDefault="007215CD"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7215CD" w:rsidRPr="00BF7716" w:rsidRDefault="007215CD"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7215CD" w:rsidRDefault="007215CD" w:rsidP="000578C0">
      <w:pPr>
        <w:pStyle w:val="ListParagraph"/>
        <w:spacing w:line="240" w:lineRule="auto"/>
        <w:ind w:left="0" w:firstLine="567"/>
        <w:rPr>
          <w:rFonts w:ascii="Times New Roman" w:hAnsi="Times New Roman" w:cs="Times New Roman"/>
          <w:sz w:val="24"/>
          <w:szCs w:val="24"/>
        </w:rPr>
      </w:pPr>
    </w:p>
    <w:p w:rsidR="007215CD" w:rsidRPr="00907E6B" w:rsidRDefault="007215CD"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7215CD" w:rsidRPr="00907E6B" w:rsidRDefault="007215C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7215CD" w:rsidRPr="00907E6B" w:rsidRDefault="007215C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7215CD" w:rsidRPr="00CB48A1" w:rsidRDefault="007215C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7215CD" w:rsidRPr="00CB48A1" w:rsidRDefault="007215C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7215CD" w:rsidRPr="00CB48A1" w:rsidRDefault="007215C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7215CD" w:rsidRPr="00CB48A1" w:rsidRDefault="007215C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7215CD" w:rsidRPr="00CB48A1" w:rsidRDefault="007215C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7215CD" w:rsidRPr="00CB48A1" w:rsidRDefault="007215C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7215CD" w:rsidRPr="00CB48A1" w:rsidRDefault="007215C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7215CD" w:rsidRPr="00CB48A1" w:rsidRDefault="007215C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7215CD" w:rsidRPr="00CB48A1" w:rsidRDefault="007215C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7215CD" w:rsidRPr="003F203C" w:rsidRDefault="007215C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7215CD" w:rsidRPr="00CB48A1" w:rsidRDefault="007215C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7215CD" w:rsidRPr="00CB48A1" w:rsidRDefault="007215C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7215CD" w:rsidRPr="00CB48A1" w:rsidRDefault="007215C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7215CD" w:rsidRDefault="007215C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215CD" w:rsidRPr="00CB48A1" w:rsidRDefault="007215CD" w:rsidP="00045BE8">
      <w:pPr>
        <w:autoSpaceDE w:val="0"/>
        <w:autoSpaceDN w:val="0"/>
        <w:adjustRightInd w:val="0"/>
        <w:spacing w:after="0" w:line="240" w:lineRule="auto"/>
        <w:ind w:left="567"/>
        <w:jc w:val="both"/>
        <w:rPr>
          <w:rFonts w:ascii="Times New Roman" w:hAnsi="Times New Roman" w:cs="Times New Roman"/>
          <w:sz w:val="24"/>
          <w:szCs w:val="24"/>
        </w:rPr>
      </w:pPr>
    </w:p>
    <w:p w:rsidR="007215CD" w:rsidRPr="00BF7716" w:rsidRDefault="007215CD"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7215CD" w:rsidRPr="003C6131" w:rsidRDefault="007215CD"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7215CD" w:rsidRPr="003C6131" w:rsidRDefault="007215CD"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7215CD" w:rsidRPr="0014304B" w:rsidRDefault="007215CD"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7215CD" w:rsidRDefault="007215CD"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7215CD" w:rsidRPr="0014304B" w:rsidRDefault="007215C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7215CD" w:rsidRPr="0014304B" w:rsidRDefault="007215C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7215CD" w:rsidRPr="0014304B" w:rsidRDefault="007215C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7215CD" w:rsidRPr="0014304B" w:rsidRDefault="007215C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7215CD" w:rsidRPr="0014304B" w:rsidRDefault="007215C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7215CD" w:rsidRPr="005F5DCD" w:rsidRDefault="007215C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7215CD" w:rsidRPr="005F5DCD" w:rsidRDefault="007215C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7215CD" w:rsidRPr="005F5DCD" w:rsidRDefault="007215C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7215CD" w:rsidRPr="005F5DCD" w:rsidRDefault="007215C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7215CD" w:rsidRPr="005F5DCD" w:rsidRDefault="007215C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7215CD" w:rsidRPr="0014304B" w:rsidRDefault="007215CD"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7215CD" w:rsidRPr="0014304B" w:rsidRDefault="007215CD"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7215CD" w:rsidRPr="0014304B" w:rsidRDefault="007215CD"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7215CD" w:rsidRDefault="007215CD"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7215CD" w:rsidRPr="0014304B" w:rsidRDefault="007215CD"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7215CD" w:rsidRPr="003C6131" w:rsidRDefault="007215CD"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7215CD" w:rsidRDefault="007215CD"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7215CD" w:rsidRPr="00BF7716" w:rsidRDefault="007215CD"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7215CD" w:rsidRDefault="007215CD"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7215CD" w:rsidRPr="00C16C63" w:rsidRDefault="007215C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7215CD" w:rsidRPr="00C16C63" w:rsidRDefault="007215C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7215CD" w:rsidRPr="00C16C63"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7215CD" w:rsidRPr="00C16C63" w:rsidRDefault="007215C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7215CD" w:rsidRPr="00C16C63" w:rsidRDefault="007215C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7215CD" w:rsidRPr="00C16C63" w:rsidRDefault="007215C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7215CD" w:rsidRPr="00C16C63" w:rsidRDefault="007215C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7215CD" w:rsidRDefault="007215C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7215CD" w:rsidRPr="0037151D">
        <w:tc>
          <w:tcPr>
            <w:tcW w:w="8755" w:type="dxa"/>
            <w:gridSpan w:val="5"/>
            <w:tcBorders>
              <w:top w:val="nil"/>
              <w:left w:val="nil"/>
              <w:right w:val="nil"/>
            </w:tcBorders>
          </w:tcPr>
          <w:p w:rsidR="007215CD" w:rsidRPr="00C16C63" w:rsidRDefault="007215CD"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7215CD" w:rsidRPr="00C16C63" w:rsidRDefault="007215CD"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7215CD" w:rsidRPr="00C16C63" w:rsidRDefault="007215CD" w:rsidP="00F10885">
            <w:pPr>
              <w:spacing w:after="0" w:line="240" w:lineRule="auto"/>
              <w:jc w:val="center"/>
              <w:rPr>
                <w:rFonts w:ascii="Times New Roman" w:hAnsi="Times New Roman" w:cs="Times New Roman"/>
                <w:sz w:val="24"/>
                <w:szCs w:val="24"/>
              </w:rPr>
            </w:pPr>
          </w:p>
        </w:tc>
      </w:tr>
      <w:tr w:rsidR="007215CD" w:rsidRPr="0037151D">
        <w:tc>
          <w:tcPr>
            <w:tcW w:w="428"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7215CD" w:rsidRPr="0037151D">
        <w:tc>
          <w:tcPr>
            <w:tcW w:w="428" w:type="dxa"/>
            <w:vMerge w:val="restart"/>
          </w:tcPr>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val="restart"/>
          </w:tcPr>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p>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7215CD" w:rsidRPr="0037151D">
        <w:tc>
          <w:tcPr>
            <w:tcW w:w="42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817"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1638" w:type="dxa"/>
            <w:vMerge/>
          </w:tcPr>
          <w:p w:rsidR="007215CD" w:rsidRPr="00C16C63" w:rsidRDefault="007215CD" w:rsidP="00F10885">
            <w:pPr>
              <w:spacing w:after="0" w:line="240" w:lineRule="auto"/>
              <w:jc w:val="center"/>
              <w:rPr>
                <w:rFonts w:ascii="Times New Roman" w:hAnsi="Times New Roman" w:cs="Times New Roman"/>
                <w:sz w:val="24"/>
                <w:szCs w:val="24"/>
              </w:rPr>
            </w:pPr>
          </w:p>
        </w:tc>
        <w:tc>
          <w:tcPr>
            <w:tcW w:w="240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7215CD" w:rsidRPr="00C16C63" w:rsidRDefault="007215C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7215CD" w:rsidRPr="00C16C63" w:rsidRDefault="007215CD"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7215CD" w:rsidRPr="0037151D">
        <w:trPr>
          <w:trHeight w:val="274"/>
        </w:trPr>
        <w:tc>
          <w:tcPr>
            <w:tcW w:w="318" w:type="dxa"/>
            <w:tcBorders>
              <w:top w:val="nil"/>
              <w:left w:val="nil"/>
              <w:bottom w:val="nil"/>
              <w:right w:val="nil"/>
            </w:tcBorders>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7215CD" w:rsidRPr="00F10885" w:rsidRDefault="007215CD"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7215CD" w:rsidRPr="0037151D">
        <w:tc>
          <w:tcPr>
            <w:tcW w:w="8897" w:type="dxa"/>
            <w:gridSpan w:val="9"/>
            <w:tcBorders>
              <w:top w:val="nil"/>
              <w:left w:val="nil"/>
              <w:right w:val="nil"/>
            </w:tcBorders>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7215CD" w:rsidRPr="0037151D">
        <w:tc>
          <w:tcPr>
            <w:tcW w:w="534"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7215CD" w:rsidRPr="0037151D">
        <w:tc>
          <w:tcPr>
            <w:tcW w:w="534" w:type="dxa"/>
            <w:gridSpan w:val="2"/>
            <w:vMerge w:val="restart"/>
          </w:tcPr>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p>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7215CD" w:rsidRPr="0037151D">
        <w:trPr>
          <w:trHeight w:val="65"/>
        </w:trPr>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7215CD" w:rsidRPr="0037151D">
        <w:tc>
          <w:tcPr>
            <w:tcW w:w="534"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1701" w:type="dxa"/>
            <w:vMerge/>
          </w:tcPr>
          <w:p w:rsidR="007215CD" w:rsidRPr="00F10885" w:rsidRDefault="007215CD" w:rsidP="00F10885">
            <w:pPr>
              <w:spacing w:after="0" w:line="240" w:lineRule="auto"/>
              <w:ind w:firstLine="567"/>
              <w:jc w:val="both"/>
              <w:rPr>
                <w:rFonts w:ascii="Times New Roman" w:hAnsi="Times New Roman" w:cs="Times New Roman"/>
                <w:sz w:val="24"/>
                <w:szCs w:val="24"/>
              </w:rPr>
            </w:pPr>
          </w:p>
        </w:tc>
        <w:tc>
          <w:tcPr>
            <w:tcW w:w="2409"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7215CD" w:rsidRPr="00F10885" w:rsidRDefault="007215C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7215CD" w:rsidRDefault="007215CD"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7215CD" w:rsidRPr="00213631" w:rsidRDefault="007215CD"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7215CD" w:rsidRPr="00213631" w:rsidRDefault="007215CD"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7215CD" w:rsidRPr="00213631" w:rsidRDefault="007215CD"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7215CD" w:rsidRPr="0037151D">
        <w:tc>
          <w:tcPr>
            <w:tcW w:w="534" w:type="dxa"/>
            <w:tcBorders>
              <w:top w:val="nil"/>
              <w:left w:val="nil"/>
              <w:bottom w:val="nil"/>
              <w:right w:val="nil"/>
            </w:tcBorders>
          </w:tcPr>
          <w:p w:rsidR="007215CD" w:rsidRPr="00F10885" w:rsidRDefault="007215CD"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7215CD" w:rsidRPr="00F10885" w:rsidRDefault="007215CD"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7215CD" w:rsidRPr="00F10885" w:rsidRDefault="007215CD"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7215CD" w:rsidRPr="00F10885" w:rsidRDefault="007215CD"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7215CD" w:rsidRPr="00F10885" w:rsidRDefault="007215CD"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7215CD" w:rsidRPr="0037151D">
        <w:tc>
          <w:tcPr>
            <w:tcW w:w="9039" w:type="dxa"/>
            <w:gridSpan w:val="7"/>
            <w:tcBorders>
              <w:top w:val="nil"/>
              <w:left w:val="nil"/>
              <w:right w:val="nil"/>
            </w:tcBorders>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7215CD" w:rsidRPr="0037151D">
        <w:tc>
          <w:tcPr>
            <w:tcW w:w="534" w:type="dxa"/>
          </w:tcPr>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r w:rsidRPr="0037151D">
              <w:rPr>
                <w:sz w:val="20"/>
                <w:szCs w:val="20"/>
              </w:rPr>
              <w:t>№</w:t>
            </w:r>
          </w:p>
        </w:tc>
        <w:tc>
          <w:tcPr>
            <w:tcW w:w="850" w:type="dxa"/>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7215CD" w:rsidRPr="0037151D">
        <w:trPr>
          <w:trHeight w:val="274"/>
        </w:trPr>
        <w:tc>
          <w:tcPr>
            <w:tcW w:w="534" w:type="dxa"/>
            <w:vMerge w:val="restart"/>
          </w:tcPr>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p w:rsidR="007215CD" w:rsidRPr="0037151D" w:rsidRDefault="007215CD" w:rsidP="00105C97">
            <w:pPr>
              <w:spacing w:after="0" w:line="240" w:lineRule="auto"/>
              <w:jc w:val="center"/>
              <w:rPr>
                <w:sz w:val="20"/>
                <w:szCs w:val="20"/>
              </w:rPr>
            </w:pPr>
          </w:p>
        </w:tc>
        <w:tc>
          <w:tcPr>
            <w:tcW w:w="850" w:type="dxa"/>
            <w:vMerge w:val="restart"/>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215CD" w:rsidRPr="0037151D">
        <w:trPr>
          <w:trHeight w:val="274"/>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215CD" w:rsidRPr="0037151D">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7215CD" w:rsidRPr="0037151D">
        <w:trPr>
          <w:trHeight w:val="322"/>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val="restart"/>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215CD" w:rsidRPr="0037151D">
        <w:trPr>
          <w:trHeight w:val="322"/>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215CD" w:rsidRPr="0037151D">
        <w:trPr>
          <w:trHeight w:val="285"/>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7215CD" w:rsidRPr="0037151D">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val="restart"/>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215CD" w:rsidRPr="0037151D">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215CD" w:rsidRPr="0037151D">
        <w:trPr>
          <w:trHeight w:val="396"/>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7215CD" w:rsidRPr="0037151D">
        <w:trPr>
          <w:trHeight w:val="269"/>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val="restart"/>
          </w:tcPr>
          <w:p w:rsidR="007215CD" w:rsidRPr="00105C97" w:rsidRDefault="007215CD"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215CD" w:rsidRPr="0037151D">
        <w:trPr>
          <w:trHeight w:val="269"/>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215CD" w:rsidRPr="0037151D">
        <w:trPr>
          <w:trHeight w:val="1246"/>
        </w:trPr>
        <w:tc>
          <w:tcPr>
            <w:tcW w:w="534" w:type="dxa"/>
            <w:vMerge/>
          </w:tcPr>
          <w:p w:rsidR="007215CD" w:rsidRPr="0037151D" w:rsidRDefault="007215CD" w:rsidP="00105C97">
            <w:pPr>
              <w:spacing w:after="0" w:line="240" w:lineRule="auto"/>
              <w:jc w:val="center"/>
              <w:rPr>
                <w:sz w:val="20"/>
                <w:szCs w:val="20"/>
              </w:rPr>
            </w:pPr>
          </w:p>
        </w:tc>
        <w:tc>
          <w:tcPr>
            <w:tcW w:w="850"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851"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3827" w:type="dxa"/>
            <w:vMerge/>
          </w:tcPr>
          <w:p w:rsidR="007215CD" w:rsidRPr="00105C97" w:rsidRDefault="007215CD" w:rsidP="00105C97">
            <w:pPr>
              <w:spacing w:after="0" w:line="240" w:lineRule="auto"/>
              <w:jc w:val="center"/>
              <w:rPr>
                <w:rFonts w:ascii="Times New Roman" w:hAnsi="Times New Roman" w:cs="Times New Roman"/>
                <w:sz w:val="24"/>
                <w:szCs w:val="24"/>
              </w:rPr>
            </w:pPr>
          </w:p>
        </w:tc>
        <w:tc>
          <w:tcPr>
            <w:tcW w:w="1559" w:type="dxa"/>
            <w:gridSpan w:val="2"/>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7215CD" w:rsidRPr="00105C97" w:rsidRDefault="007215CD" w:rsidP="00105C97">
            <w:pPr>
              <w:spacing w:after="0" w:line="240" w:lineRule="auto"/>
              <w:jc w:val="center"/>
              <w:rPr>
                <w:rFonts w:ascii="Times New Roman" w:hAnsi="Times New Roman" w:cs="Times New Roman"/>
                <w:sz w:val="24"/>
                <w:szCs w:val="24"/>
              </w:rPr>
            </w:pPr>
          </w:p>
          <w:p w:rsidR="007215CD" w:rsidRPr="00105C97" w:rsidRDefault="007215C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7215CD" w:rsidRPr="00105C97" w:rsidRDefault="007215CD" w:rsidP="00105C97">
            <w:pPr>
              <w:spacing w:after="0" w:line="240" w:lineRule="auto"/>
              <w:jc w:val="center"/>
              <w:rPr>
                <w:rFonts w:ascii="Times New Roman" w:hAnsi="Times New Roman" w:cs="Times New Roman"/>
                <w:sz w:val="24"/>
                <w:szCs w:val="24"/>
              </w:rPr>
            </w:pPr>
          </w:p>
        </w:tc>
      </w:tr>
      <w:tr w:rsidR="007215CD" w:rsidRPr="0037151D">
        <w:trPr>
          <w:trHeight w:val="164"/>
        </w:trPr>
        <w:tc>
          <w:tcPr>
            <w:tcW w:w="9039" w:type="dxa"/>
            <w:gridSpan w:val="7"/>
            <w:tcBorders>
              <w:left w:val="nil"/>
              <w:bottom w:val="nil"/>
              <w:right w:val="nil"/>
            </w:tcBorders>
          </w:tcPr>
          <w:p w:rsidR="007215CD" w:rsidRPr="00105C97" w:rsidRDefault="007215CD" w:rsidP="00105C97">
            <w:pPr>
              <w:pStyle w:val="ConsNormal"/>
              <w:tabs>
                <w:tab w:val="left" w:pos="900"/>
                <w:tab w:val="left" w:pos="1260"/>
              </w:tabs>
              <w:ind w:right="0" w:firstLine="0"/>
              <w:jc w:val="both"/>
              <w:rPr>
                <w:rFonts w:ascii="Times New Roman" w:hAnsi="Times New Roman" w:cs="Times New Roman"/>
                <w:sz w:val="24"/>
                <w:szCs w:val="24"/>
              </w:rPr>
            </w:pPr>
          </w:p>
          <w:p w:rsidR="007215CD" w:rsidRPr="00213631" w:rsidRDefault="007215CD"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7215CD" w:rsidRDefault="007215CD"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7215CD" w:rsidRPr="00105C97" w:rsidRDefault="007215CD" w:rsidP="00105C97">
            <w:pPr>
              <w:pStyle w:val="ConsNormal"/>
              <w:tabs>
                <w:tab w:val="left" w:pos="900"/>
                <w:tab w:val="left" w:pos="1260"/>
              </w:tabs>
              <w:ind w:right="0" w:firstLine="0"/>
              <w:jc w:val="both"/>
              <w:rPr>
                <w:rFonts w:ascii="Times New Roman" w:hAnsi="Times New Roman" w:cs="Times New Roman"/>
                <w:sz w:val="24"/>
                <w:szCs w:val="24"/>
              </w:rPr>
            </w:pPr>
          </w:p>
        </w:tc>
      </w:tr>
    </w:tbl>
    <w:p w:rsidR="007215CD" w:rsidRDefault="007215CD" w:rsidP="00A9484D">
      <w:pPr>
        <w:spacing w:after="0" w:line="240" w:lineRule="auto"/>
        <w:jc w:val="both"/>
        <w:rPr>
          <w:rFonts w:ascii="Times New Roman" w:hAnsi="Times New Roman" w:cs="Times New Roman"/>
          <w:sz w:val="24"/>
          <w:szCs w:val="24"/>
        </w:rPr>
      </w:pPr>
    </w:p>
    <w:p w:rsidR="007215CD" w:rsidRDefault="007215CD" w:rsidP="00A9484D">
      <w:pPr>
        <w:spacing w:after="0" w:line="240" w:lineRule="auto"/>
        <w:jc w:val="both"/>
        <w:rPr>
          <w:rFonts w:ascii="Times New Roman" w:hAnsi="Times New Roman" w:cs="Times New Roman"/>
          <w:sz w:val="24"/>
          <w:szCs w:val="24"/>
        </w:rPr>
      </w:pPr>
    </w:p>
    <w:p w:rsidR="007215CD" w:rsidRDefault="007215CD" w:rsidP="00A9484D">
      <w:pPr>
        <w:spacing w:after="0" w:line="240" w:lineRule="auto"/>
        <w:jc w:val="both"/>
        <w:rPr>
          <w:rFonts w:ascii="Times New Roman" w:hAnsi="Times New Roman" w:cs="Times New Roman"/>
          <w:sz w:val="24"/>
          <w:szCs w:val="24"/>
        </w:rPr>
      </w:pPr>
    </w:p>
    <w:p w:rsidR="007215CD" w:rsidRDefault="007215CD" w:rsidP="00A9484D">
      <w:pPr>
        <w:spacing w:after="0" w:line="240" w:lineRule="auto"/>
        <w:jc w:val="both"/>
        <w:rPr>
          <w:rFonts w:ascii="Times New Roman" w:hAnsi="Times New Roman" w:cs="Times New Roman"/>
          <w:sz w:val="24"/>
          <w:szCs w:val="24"/>
        </w:rPr>
      </w:pPr>
    </w:p>
    <w:p w:rsidR="007215CD" w:rsidRDefault="007215CD" w:rsidP="00A9484D">
      <w:pPr>
        <w:spacing w:after="0" w:line="240" w:lineRule="auto"/>
        <w:jc w:val="both"/>
        <w:rPr>
          <w:rFonts w:ascii="Times New Roman" w:hAnsi="Times New Roman" w:cs="Times New Roman"/>
          <w:sz w:val="24"/>
          <w:szCs w:val="24"/>
        </w:rPr>
      </w:pPr>
    </w:p>
    <w:p w:rsidR="007215CD" w:rsidRPr="00CD2722" w:rsidRDefault="007215CD"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7215CD" w:rsidRPr="00CD2722" w:rsidRDefault="007215CD"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7215CD" w:rsidRPr="00CD2722" w:rsidRDefault="007215CD" w:rsidP="00EE10CF">
      <w:pPr>
        <w:spacing w:after="0" w:line="240" w:lineRule="auto"/>
        <w:ind w:left="6372"/>
        <w:jc w:val="right"/>
        <w:rPr>
          <w:rFonts w:ascii="Times New Roman" w:hAnsi="Times New Roman" w:cs="Times New Roman"/>
          <w:b/>
          <w:bCs/>
          <w:sz w:val="24"/>
          <w:szCs w:val="24"/>
        </w:rPr>
      </w:pPr>
    </w:p>
    <w:p w:rsidR="007215CD" w:rsidRPr="00907E6B" w:rsidRDefault="007215CD"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7215CD" w:rsidRPr="00907E6B" w:rsidRDefault="007215CD"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7215CD" w:rsidRPr="00907E6B" w:rsidRDefault="007215C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215CD" w:rsidRPr="00907E6B" w:rsidRDefault="007215C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7215CD" w:rsidRPr="00907E6B" w:rsidRDefault="007215C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7215CD" w:rsidRPr="0037151D">
        <w:tc>
          <w:tcPr>
            <w:tcW w:w="5920" w:type="dxa"/>
          </w:tcPr>
          <w:p w:rsidR="007215CD" w:rsidRPr="00907E6B" w:rsidRDefault="007215CD"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c>
          <w:tcPr>
            <w:tcW w:w="5920" w:type="dxa"/>
          </w:tcPr>
          <w:p w:rsidR="007215CD" w:rsidRPr="00907E6B" w:rsidRDefault="007215CD"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c>
          <w:tcPr>
            <w:tcW w:w="5920"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c>
          <w:tcPr>
            <w:tcW w:w="5920"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c>
          <w:tcPr>
            <w:tcW w:w="5920"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c>
          <w:tcPr>
            <w:tcW w:w="5920"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7215CD" w:rsidRPr="00907E6B" w:rsidRDefault="007215CD" w:rsidP="00907E6B">
            <w:pPr>
              <w:spacing w:after="0" w:line="240" w:lineRule="auto"/>
              <w:jc w:val="both"/>
              <w:rPr>
                <w:rFonts w:ascii="Times New Roman" w:hAnsi="Times New Roman" w:cs="Times New Roman"/>
                <w:sz w:val="24"/>
                <w:szCs w:val="24"/>
              </w:rPr>
            </w:pPr>
          </w:p>
        </w:tc>
      </w:tr>
    </w:tbl>
    <w:p w:rsidR="007215CD" w:rsidRPr="00907E6B" w:rsidRDefault="007215CD" w:rsidP="00907E6B">
      <w:pPr>
        <w:pStyle w:val="BodyText3"/>
        <w:ind w:left="450"/>
        <w:jc w:val="both"/>
        <w:rPr>
          <w:b w:val="0"/>
          <w:bCs w:val="0"/>
          <w:i w:val="0"/>
          <w:iCs w:val="0"/>
          <w:sz w:val="24"/>
          <w:szCs w:val="24"/>
        </w:rPr>
      </w:pPr>
    </w:p>
    <w:p w:rsidR="007215CD" w:rsidRPr="00907E6B" w:rsidRDefault="007215C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7215CD" w:rsidRPr="00907E6B" w:rsidRDefault="007215C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7215CD" w:rsidRPr="00907E6B" w:rsidRDefault="007215CD"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7215CD" w:rsidRPr="00907E6B" w:rsidRDefault="007215C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7215CD" w:rsidRPr="00907E6B" w:rsidRDefault="007215CD"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7215CD" w:rsidRPr="00907E6B" w:rsidRDefault="007215CD"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7215CD" w:rsidRPr="00907E6B" w:rsidRDefault="007215CD"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7215CD" w:rsidRDefault="007215CD"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7215CD" w:rsidRPr="00AF3282" w:rsidRDefault="007215CD"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7215CD" w:rsidRPr="00907E6B" w:rsidRDefault="007215C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7215CD" w:rsidRPr="00907E6B" w:rsidRDefault="007215C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7215CD" w:rsidRPr="00907E6B" w:rsidRDefault="007215CD"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7215CD" w:rsidRPr="00907E6B" w:rsidRDefault="007215C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7215CD" w:rsidRPr="0037151D">
        <w:trPr>
          <w:cantSplit/>
          <w:trHeight w:val="866"/>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7215CD" w:rsidRPr="00907E6B" w:rsidRDefault="007215CD" w:rsidP="00907E6B">
            <w:pPr>
              <w:spacing w:after="0" w:line="240" w:lineRule="auto"/>
              <w:jc w:val="center"/>
              <w:rPr>
                <w:rFonts w:ascii="Times New Roman" w:hAnsi="Times New Roman" w:cs="Times New Roman"/>
                <w:sz w:val="24"/>
                <w:szCs w:val="24"/>
              </w:rPr>
            </w:pPr>
          </w:p>
          <w:p w:rsidR="007215CD" w:rsidRPr="00907E6B" w:rsidRDefault="007215CD" w:rsidP="00907E6B">
            <w:pPr>
              <w:spacing w:after="0" w:line="240" w:lineRule="auto"/>
              <w:jc w:val="center"/>
              <w:rPr>
                <w:rFonts w:ascii="Times New Roman" w:hAnsi="Times New Roman" w:cs="Times New Roman"/>
                <w:sz w:val="24"/>
                <w:szCs w:val="24"/>
              </w:rPr>
            </w:pPr>
          </w:p>
        </w:tc>
        <w:tc>
          <w:tcPr>
            <w:tcW w:w="1984"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7215CD" w:rsidRPr="0037151D">
        <w:trPr>
          <w:tblHeader/>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7215CD" w:rsidRPr="0037151D">
        <w:trPr>
          <w:cantSplit/>
          <w:trHeight w:val="873"/>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7215CD" w:rsidRPr="00A412EC" w:rsidRDefault="007215CD"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rPr>
          <w:cantSplit/>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7215CD" w:rsidRPr="00A412EC" w:rsidRDefault="007215CD" w:rsidP="00907E6B">
            <w:pPr>
              <w:pStyle w:val="Date"/>
              <w:autoSpaceDE w:val="0"/>
              <w:autoSpaceDN w:val="0"/>
              <w:adjustRightInd w:val="0"/>
              <w:spacing w:after="0"/>
            </w:pPr>
            <w:r w:rsidRPr="00A412EC">
              <w:t xml:space="preserve">Срок выполнения работ </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7215CD" w:rsidRPr="00907E6B" w:rsidRDefault="007215CD" w:rsidP="00907E6B">
            <w:pPr>
              <w:spacing w:after="0" w:line="240" w:lineRule="auto"/>
              <w:jc w:val="both"/>
              <w:rPr>
                <w:rFonts w:ascii="Times New Roman" w:hAnsi="Times New Roman" w:cs="Times New Roman"/>
                <w:sz w:val="24"/>
                <w:szCs w:val="24"/>
              </w:rPr>
            </w:pPr>
          </w:p>
        </w:tc>
      </w:tr>
    </w:tbl>
    <w:p w:rsidR="007215CD" w:rsidRPr="00907E6B" w:rsidRDefault="007215CD"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7215CD" w:rsidRPr="00907E6B" w:rsidRDefault="007215CD"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7215CD" w:rsidRPr="0037151D">
        <w:trPr>
          <w:cantSplit/>
          <w:trHeight w:val="866"/>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7215CD" w:rsidRPr="00907E6B" w:rsidRDefault="007215CD" w:rsidP="00907E6B">
            <w:pPr>
              <w:spacing w:after="0" w:line="240" w:lineRule="auto"/>
              <w:jc w:val="center"/>
              <w:rPr>
                <w:rFonts w:ascii="Times New Roman" w:hAnsi="Times New Roman" w:cs="Times New Roman"/>
                <w:sz w:val="24"/>
                <w:szCs w:val="24"/>
              </w:rPr>
            </w:pPr>
          </w:p>
          <w:p w:rsidR="007215CD" w:rsidRPr="00907E6B" w:rsidRDefault="007215CD" w:rsidP="00907E6B">
            <w:pPr>
              <w:spacing w:after="0" w:line="240" w:lineRule="auto"/>
              <w:jc w:val="center"/>
              <w:rPr>
                <w:rFonts w:ascii="Times New Roman" w:hAnsi="Times New Roman" w:cs="Times New Roman"/>
                <w:sz w:val="24"/>
                <w:szCs w:val="24"/>
              </w:rPr>
            </w:pPr>
          </w:p>
        </w:tc>
        <w:tc>
          <w:tcPr>
            <w:tcW w:w="1984"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7215CD" w:rsidRPr="0037151D">
        <w:trPr>
          <w:trHeight w:val="413"/>
          <w:tblHeader/>
        </w:trPr>
        <w:tc>
          <w:tcPr>
            <w:tcW w:w="709" w:type="dxa"/>
            <w:vMerge w:val="restart"/>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7215CD" w:rsidRPr="00907E6B" w:rsidRDefault="007215CD" w:rsidP="00907E6B">
            <w:pPr>
              <w:spacing w:after="0" w:line="240" w:lineRule="auto"/>
              <w:jc w:val="center"/>
              <w:rPr>
                <w:rFonts w:ascii="Times New Roman" w:hAnsi="Times New Roman" w:cs="Times New Roman"/>
                <w:sz w:val="24"/>
                <w:szCs w:val="24"/>
              </w:rPr>
            </w:pPr>
          </w:p>
        </w:tc>
      </w:tr>
      <w:tr w:rsidR="007215CD" w:rsidRPr="0037151D">
        <w:trPr>
          <w:trHeight w:val="412"/>
          <w:tblHeader/>
        </w:trPr>
        <w:tc>
          <w:tcPr>
            <w:tcW w:w="709"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4962"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1984" w:type="dxa"/>
          </w:tcPr>
          <w:p w:rsidR="007215CD" w:rsidRPr="00907E6B" w:rsidRDefault="007215CD" w:rsidP="00907E6B">
            <w:pPr>
              <w:spacing w:after="0" w:line="240" w:lineRule="auto"/>
              <w:jc w:val="center"/>
              <w:rPr>
                <w:rFonts w:ascii="Times New Roman" w:hAnsi="Times New Roman" w:cs="Times New Roman"/>
                <w:sz w:val="24"/>
                <w:szCs w:val="24"/>
              </w:rPr>
            </w:pPr>
          </w:p>
        </w:tc>
      </w:tr>
      <w:tr w:rsidR="007215CD" w:rsidRPr="0037151D">
        <w:trPr>
          <w:trHeight w:val="420"/>
          <w:tblHeader/>
        </w:trPr>
        <w:tc>
          <w:tcPr>
            <w:tcW w:w="709"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4962" w:type="dxa"/>
          </w:tcPr>
          <w:p w:rsidR="007215CD" w:rsidRPr="00907E6B" w:rsidRDefault="007215C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1984" w:type="dxa"/>
          </w:tcPr>
          <w:p w:rsidR="007215CD" w:rsidRPr="00907E6B" w:rsidRDefault="007215CD" w:rsidP="00907E6B">
            <w:pPr>
              <w:spacing w:after="0" w:line="240" w:lineRule="auto"/>
              <w:jc w:val="center"/>
              <w:rPr>
                <w:rFonts w:ascii="Times New Roman" w:hAnsi="Times New Roman" w:cs="Times New Roman"/>
                <w:sz w:val="24"/>
                <w:szCs w:val="24"/>
              </w:rPr>
            </w:pPr>
          </w:p>
        </w:tc>
      </w:tr>
      <w:tr w:rsidR="007215CD" w:rsidRPr="0037151D">
        <w:trPr>
          <w:cantSplit/>
          <w:trHeight w:val="409"/>
        </w:trPr>
        <w:tc>
          <w:tcPr>
            <w:tcW w:w="709" w:type="dxa"/>
            <w:vMerge w:val="restart"/>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7215CD" w:rsidRPr="007018CA" w:rsidRDefault="007215CD"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7215CD" w:rsidRPr="00907E6B" w:rsidRDefault="007215CD" w:rsidP="00907E6B">
            <w:pPr>
              <w:spacing w:after="0" w:line="240" w:lineRule="auto"/>
              <w:jc w:val="center"/>
              <w:rPr>
                <w:rFonts w:ascii="Times New Roman" w:hAnsi="Times New Roman" w:cs="Times New Roman"/>
                <w:sz w:val="24"/>
                <w:szCs w:val="24"/>
              </w:rPr>
            </w:pPr>
          </w:p>
          <w:p w:rsidR="007215CD" w:rsidRPr="00907E6B" w:rsidRDefault="007215CD" w:rsidP="00907E6B">
            <w:pPr>
              <w:spacing w:after="0" w:line="240" w:lineRule="auto"/>
              <w:jc w:val="center"/>
              <w:rPr>
                <w:rFonts w:ascii="Times New Roman" w:hAnsi="Times New Roman" w:cs="Times New Roman"/>
                <w:sz w:val="24"/>
                <w:szCs w:val="24"/>
              </w:rPr>
            </w:pPr>
          </w:p>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rPr>
          <w:cantSplit/>
          <w:trHeight w:val="256"/>
        </w:trPr>
        <w:tc>
          <w:tcPr>
            <w:tcW w:w="709"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4962" w:type="dxa"/>
          </w:tcPr>
          <w:p w:rsidR="007215CD" w:rsidRPr="00907E6B" w:rsidRDefault="007215CD"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1984" w:type="dxa"/>
            <w:vMerge w:val="restart"/>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rPr>
          <w:cantSplit/>
          <w:trHeight w:val="256"/>
        </w:trPr>
        <w:tc>
          <w:tcPr>
            <w:tcW w:w="709"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4962" w:type="dxa"/>
          </w:tcPr>
          <w:p w:rsidR="007215CD" w:rsidRPr="00907E6B" w:rsidDel="007018CA" w:rsidRDefault="007215CD"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7215CD" w:rsidRPr="00907E6B" w:rsidRDefault="007215CD" w:rsidP="00907E6B">
            <w:pPr>
              <w:spacing w:after="0" w:line="240" w:lineRule="auto"/>
              <w:jc w:val="center"/>
              <w:rPr>
                <w:rFonts w:ascii="Times New Roman" w:hAnsi="Times New Roman" w:cs="Times New Roman"/>
                <w:sz w:val="24"/>
                <w:szCs w:val="24"/>
              </w:rPr>
            </w:pPr>
          </w:p>
        </w:tc>
        <w:tc>
          <w:tcPr>
            <w:tcW w:w="1984" w:type="dxa"/>
            <w:vMerge/>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rPr>
          <w:cantSplit/>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7215CD" w:rsidRPr="00D41469" w:rsidRDefault="007215CD"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7215CD" w:rsidRPr="00907E6B" w:rsidRDefault="007215CD" w:rsidP="00907E6B">
            <w:pPr>
              <w:spacing w:after="0" w:line="240" w:lineRule="auto"/>
              <w:jc w:val="both"/>
              <w:rPr>
                <w:rFonts w:ascii="Times New Roman" w:hAnsi="Times New Roman" w:cs="Times New Roman"/>
                <w:sz w:val="24"/>
                <w:szCs w:val="24"/>
              </w:rPr>
            </w:pPr>
          </w:p>
        </w:tc>
      </w:tr>
      <w:tr w:rsidR="007215CD" w:rsidRPr="0037151D">
        <w:trPr>
          <w:cantSplit/>
        </w:trPr>
        <w:tc>
          <w:tcPr>
            <w:tcW w:w="709"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7215CD" w:rsidRPr="00907E6B" w:rsidRDefault="007215CD"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7215CD" w:rsidRPr="00907E6B" w:rsidRDefault="007215CD" w:rsidP="00907E6B">
            <w:pPr>
              <w:spacing w:after="0" w:line="240" w:lineRule="auto"/>
              <w:jc w:val="both"/>
              <w:rPr>
                <w:rFonts w:ascii="Times New Roman" w:hAnsi="Times New Roman" w:cs="Times New Roman"/>
                <w:sz w:val="24"/>
                <w:szCs w:val="24"/>
              </w:rPr>
            </w:pPr>
          </w:p>
        </w:tc>
      </w:tr>
    </w:tbl>
    <w:p w:rsidR="007215CD" w:rsidRPr="00483109" w:rsidRDefault="007215CD"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7215CD" w:rsidRDefault="007215CD"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7215CD" w:rsidRDefault="007215CD"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7215CD" w:rsidRPr="00907E6B" w:rsidRDefault="007215CD"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7215CD" w:rsidRDefault="007215CD"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7215CD" w:rsidRPr="00907E6B" w:rsidRDefault="007215CD"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7215CD" w:rsidRPr="00907E6B" w:rsidRDefault="007215CD"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7215CD" w:rsidRPr="00907E6B" w:rsidRDefault="007215C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215CD" w:rsidRPr="00907E6B" w:rsidRDefault="007215C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7215CD" w:rsidRPr="00907E6B" w:rsidRDefault="007215CD"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7215CD" w:rsidRPr="00907E6B" w:rsidRDefault="007215CD" w:rsidP="00907E6B">
      <w:pPr>
        <w:spacing w:after="0" w:line="240" w:lineRule="auto"/>
        <w:jc w:val="center"/>
        <w:rPr>
          <w:rFonts w:ascii="Times New Roman" w:hAnsi="Times New Roman" w:cs="Times New Roman"/>
          <w:sz w:val="24"/>
          <w:szCs w:val="24"/>
        </w:rPr>
      </w:pPr>
    </w:p>
    <w:p w:rsidR="007215CD" w:rsidRPr="00907E6B" w:rsidRDefault="007215C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Default="007215CD" w:rsidP="00907E6B">
      <w:pPr>
        <w:spacing w:after="0" w:line="240" w:lineRule="auto"/>
        <w:jc w:val="both"/>
        <w:rPr>
          <w:rFonts w:ascii="Times New Roman" w:hAnsi="Times New Roman" w:cs="Times New Roman"/>
          <w:sz w:val="24"/>
          <w:szCs w:val="24"/>
        </w:rPr>
      </w:pPr>
    </w:p>
    <w:p w:rsidR="007215CD" w:rsidRPr="00F650A6" w:rsidRDefault="007215CD"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7215CD" w:rsidRPr="00F650A6" w:rsidRDefault="007215CD"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7215CD" w:rsidRPr="00F650A6" w:rsidRDefault="007215CD"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215CD" w:rsidRPr="00F650A6" w:rsidRDefault="007215CD" w:rsidP="00F650A6">
      <w:pPr>
        <w:spacing w:after="0" w:line="240" w:lineRule="auto"/>
        <w:ind w:firstLine="540"/>
        <w:jc w:val="right"/>
        <w:rPr>
          <w:rFonts w:ascii="Times New Roman" w:hAnsi="Times New Roman" w:cs="Times New Roman"/>
          <w:b/>
          <w:bCs/>
          <w:sz w:val="24"/>
          <w:szCs w:val="24"/>
        </w:rPr>
      </w:pPr>
    </w:p>
    <w:p w:rsidR="007215CD" w:rsidRPr="00F650A6" w:rsidRDefault="007215CD"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7215CD" w:rsidRPr="00F650A6" w:rsidRDefault="007215CD"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7215CD" w:rsidRPr="00F650A6" w:rsidRDefault="007215C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7215CD" w:rsidRPr="00F650A6" w:rsidRDefault="007215CD"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7215CD" w:rsidRPr="00F650A6" w:rsidRDefault="007215CD"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7215CD" w:rsidRPr="00F650A6" w:rsidRDefault="007215C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7215CD" w:rsidRPr="00F650A6" w:rsidRDefault="007215C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7215CD" w:rsidRPr="00F650A6" w:rsidRDefault="007215C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7215CD" w:rsidRPr="00F650A6" w:rsidRDefault="007215C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7215CD" w:rsidRPr="00F650A6" w:rsidRDefault="007215CD"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7215CD" w:rsidRPr="0037151D">
        <w:trPr>
          <w:jc w:val="center"/>
        </w:trPr>
        <w:tc>
          <w:tcPr>
            <w:tcW w:w="5193" w:type="dxa"/>
          </w:tcPr>
          <w:p w:rsidR="007215CD" w:rsidRPr="00F650A6" w:rsidRDefault="007215C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7215CD" w:rsidRPr="00F650A6" w:rsidRDefault="007215C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7215CD" w:rsidRPr="0037151D">
        <w:trPr>
          <w:jc w:val="center"/>
        </w:trPr>
        <w:tc>
          <w:tcPr>
            <w:tcW w:w="5193" w:type="dxa"/>
          </w:tcPr>
          <w:p w:rsidR="007215CD" w:rsidRPr="00F650A6" w:rsidRDefault="007215CD" w:rsidP="00F650A6">
            <w:pPr>
              <w:spacing w:after="0" w:line="240" w:lineRule="auto"/>
              <w:jc w:val="both"/>
              <w:rPr>
                <w:rFonts w:ascii="Times New Roman" w:hAnsi="Times New Roman" w:cs="Times New Roman"/>
                <w:sz w:val="24"/>
                <w:szCs w:val="24"/>
              </w:rPr>
            </w:pPr>
          </w:p>
        </w:tc>
        <w:tc>
          <w:tcPr>
            <w:tcW w:w="2924" w:type="dxa"/>
          </w:tcPr>
          <w:p w:rsidR="007215CD" w:rsidRPr="00F650A6" w:rsidRDefault="007215CD" w:rsidP="00F650A6">
            <w:pPr>
              <w:spacing w:after="0" w:line="240" w:lineRule="auto"/>
              <w:jc w:val="both"/>
              <w:rPr>
                <w:rFonts w:ascii="Times New Roman" w:hAnsi="Times New Roman" w:cs="Times New Roman"/>
                <w:sz w:val="24"/>
                <w:szCs w:val="24"/>
              </w:rPr>
            </w:pPr>
          </w:p>
        </w:tc>
      </w:tr>
      <w:tr w:rsidR="007215CD" w:rsidRPr="0037151D">
        <w:trPr>
          <w:jc w:val="center"/>
        </w:trPr>
        <w:tc>
          <w:tcPr>
            <w:tcW w:w="5193" w:type="dxa"/>
          </w:tcPr>
          <w:p w:rsidR="007215CD" w:rsidRPr="00F650A6" w:rsidRDefault="007215CD" w:rsidP="00F650A6">
            <w:pPr>
              <w:spacing w:after="0" w:line="240" w:lineRule="auto"/>
              <w:jc w:val="both"/>
              <w:rPr>
                <w:rFonts w:ascii="Times New Roman" w:hAnsi="Times New Roman" w:cs="Times New Roman"/>
                <w:sz w:val="24"/>
                <w:szCs w:val="24"/>
              </w:rPr>
            </w:pPr>
          </w:p>
        </w:tc>
        <w:tc>
          <w:tcPr>
            <w:tcW w:w="2924" w:type="dxa"/>
          </w:tcPr>
          <w:p w:rsidR="007215CD" w:rsidRPr="00F650A6" w:rsidRDefault="007215CD" w:rsidP="00F650A6">
            <w:pPr>
              <w:spacing w:after="0" w:line="240" w:lineRule="auto"/>
              <w:jc w:val="both"/>
              <w:rPr>
                <w:rFonts w:ascii="Times New Roman" w:hAnsi="Times New Roman" w:cs="Times New Roman"/>
                <w:sz w:val="24"/>
                <w:szCs w:val="24"/>
              </w:rPr>
            </w:pPr>
          </w:p>
        </w:tc>
      </w:tr>
    </w:tbl>
    <w:p w:rsidR="007215CD" w:rsidRPr="00F650A6" w:rsidRDefault="007215CD" w:rsidP="00F650A6">
      <w:pPr>
        <w:spacing w:after="0" w:line="240" w:lineRule="auto"/>
        <w:jc w:val="both"/>
        <w:rPr>
          <w:rFonts w:ascii="Times New Roman" w:hAnsi="Times New Roman" w:cs="Times New Roman"/>
          <w:sz w:val="24"/>
          <w:szCs w:val="24"/>
        </w:rPr>
      </w:pPr>
    </w:p>
    <w:p w:rsidR="007215CD" w:rsidRPr="00F650A6" w:rsidRDefault="007215C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p>
    <w:p w:rsidR="007215CD" w:rsidRPr="003B364D" w:rsidRDefault="007215CD"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7215CD" w:rsidRPr="003B364D" w:rsidRDefault="007215CD"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7215CD" w:rsidRPr="003B364D" w:rsidRDefault="007215CD"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215CD" w:rsidRPr="003B364D" w:rsidRDefault="007215CD" w:rsidP="00F650A6">
      <w:pPr>
        <w:pStyle w:val="ConsPlusNormal"/>
        <w:ind w:left="540" w:firstLine="0"/>
        <w:jc w:val="right"/>
        <w:rPr>
          <w:rFonts w:ascii="Times New Roman" w:hAnsi="Times New Roman" w:cs="Times New Roman"/>
          <w:b/>
          <w:bCs/>
          <w:sz w:val="24"/>
          <w:szCs w:val="24"/>
        </w:rPr>
      </w:pPr>
    </w:p>
    <w:p w:rsidR="007215CD" w:rsidRPr="003B364D" w:rsidRDefault="007215CD"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7215CD" w:rsidRPr="00F650A6" w:rsidRDefault="007215CD"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7215CD" w:rsidRPr="00F650A6" w:rsidRDefault="007215CD"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7215CD" w:rsidRPr="00F650A6" w:rsidRDefault="007215CD" w:rsidP="00F650A6">
      <w:pPr>
        <w:pStyle w:val="ConsPlusNormal"/>
        <w:ind w:firstLine="708"/>
        <w:rPr>
          <w:rFonts w:ascii="Times New Roman" w:hAnsi="Times New Roman" w:cs="Times New Roman"/>
          <w:sz w:val="24"/>
          <w:szCs w:val="24"/>
        </w:rPr>
      </w:pPr>
    </w:p>
    <w:p w:rsidR="007215CD" w:rsidRPr="00F650A6" w:rsidRDefault="007215CD"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7215CD" w:rsidRPr="00F650A6" w:rsidRDefault="007215CD"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7215CD" w:rsidRPr="00F650A6" w:rsidRDefault="007215C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7215CD" w:rsidRPr="00F650A6" w:rsidRDefault="007215CD"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7215CD" w:rsidRPr="00F650A6" w:rsidRDefault="007215C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7215CD" w:rsidRPr="00F650A6" w:rsidRDefault="007215C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7215CD" w:rsidRPr="00F650A6" w:rsidRDefault="007215CD"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7215CD" w:rsidRPr="00F650A6" w:rsidRDefault="007215C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7215CD" w:rsidRPr="00F650A6" w:rsidRDefault="007215C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7215CD" w:rsidRPr="00F650A6" w:rsidRDefault="007215CD"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7215CD" w:rsidRPr="00F650A6" w:rsidRDefault="007215CD" w:rsidP="00F650A6">
      <w:pPr>
        <w:pStyle w:val="ConsPlusNormal"/>
        <w:ind w:firstLine="708"/>
        <w:jc w:val="both"/>
        <w:rPr>
          <w:rFonts w:ascii="Times New Roman" w:hAnsi="Times New Roman" w:cs="Times New Roman"/>
          <w:sz w:val="24"/>
          <w:szCs w:val="24"/>
        </w:rPr>
      </w:pPr>
    </w:p>
    <w:p w:rsidR="007215CD" w:rsidRPr="00F650A6" w:rsidRDefault="007215CD"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7215CD" w:rsidRPr="00F650A6" w:rsidRDefault="007215CD"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7215CD" w:rsidRPr="00F650A6" w:rsidRDefault="007215CD" w:rsidP="00F650A6">
      <w:pPr>
        <w:spacing w:after="0" w:line="240" w:lineRule="auto"/>
        <w:jc w:val="center"/>
        <w:rPr>
          <w:rFonts w:ascii="Times New Roman" w:hAnsi="Times New Roman" w:cs="Times New Roman"/>
          <w:sz w:val="24"/>
          <w:szCs w:val="24"/>
        </w:rPr>
      </w:pPr>
    </w:p>
    <w:p w:rsidR="007215CD" w:rsidRPr="00F650A6" w:rsidRDefault="007215C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7215CD" w:rsidRPr="00F650A6" w:rsidRDefault="007215CD" w:rsidP="00F650A6">
      <w:pPr>
        <w:pStyle w:val="ConsPlusNormal"/>
        <w:ind w:firstLine="708"/>
        <w:jc w:val="center"/>
        <w:rPr>
          <w:rFonts w:ascii="Times New Roman" w:hAnsi="Times New Roman" w:cs="Times New Roman"/>
          <w:sz w:val="24"/>
          <w:szCs w:val="24"/>
        </w:rPr>
      </w:pPr>
    </w:p>
    <w:p w:rsidR="007215CD" w:rsidRDefault="007215CD"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7215CD" w:rsidRPr="003B364D" w:rsidRDefault="007215CD"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7215CD" w:rsidRPr="003B364D" w:rsidRDefault="007215CD"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7215CD" w:rsidRPr="003B364D" w:rsidRDefault="007215CD"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215CD" w:rsidRPr="003B364D" w:rsidRDefault="007215CD" w:rsidP="003B364D">
      <w:pPr>
        <w:spacing w:after="0" w:line="240" w:lineRule="auto"/>
        <w:jc w:val="right"/>
        <w:rPr>
          <w:rFonts w:ascii="Times New Roman" w:hAnsi="Times New Roman" w:cs="Times New Roman"/>
          <w:b/>
          <w:bCs/>
          <w:sz w:val="24"/>
          <w:szCs w:val="24"/>
        </w:rPr>
      </w:pPr>
    </w:p>
    <w:p w:rsidR="007215CD" w:rsidRPr="003B364D" w:rsidRDefault="007215CD"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7215CD" w:rsidRPr="003B364D" w:rsidRDefault="007215CD"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7215CD" w:rsidRPr="0037151D">
        <w:tc>
          <w:tcPr>
            <w:tcW w:w="451"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054"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7215CD" w:rsidRPr="0037151D">
        <w:tc>
          <w:tcPr>
            <w:tcW w:w="451"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533"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205"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658"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548"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672" w:type="dxa"/>
          </w:tcPr>
          <w:p w:rsidR="007215CD" w:rsidRPr="003B364D" w:rsidRDefault="007215CD" w:rsidP="003B364D">
            <w:pPr>
              <w:pStyle w:val="ConsPlusNormal"/>
              <w:ind w:firstLine="0"/>
              <w:jc w:val="center"/>
              <w:rPr>
                <w:rFonts w:ascii="Times New Roman" w:hAnsi="Times New Roman" w:cs="Times New Roman"/>
                <w:sz w:val="24"/>
                <w:szCs w:val="24"/>
              </w:rPr>
            </w:pPr>
          </w:p>
        </w:tc>
      </w:tr>
      <w:tr w:rsidR="007215CD" w:rsidRPr="0037151D">
        <w:tc>
          <w:tcPr>
            <w:tcW w:w="451"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533"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205"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658"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548"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672" w:type="dxa"/>
          </w:tcPr>
          <w:p w:rsidR="007215CD" w:rsidRPr="003B364D" w:rsidRDefault="007215CD" w:rsidP="003B364D">
            <w:pPr>
              <w:pStyle w:val="ConsPlusNormal"/>
              <w:ind w:firstLine="0"/>
              <w:jc w:val="center"/>
              <w:rPr>
                <w:rFonts w:ascii="Times New Roman" w:hAnsi="Times New Roman" w:cs="Times New Roman"/>
                <w:sz w:val="24"/>
                <w:szCs w:val="24"/>
              </w:rPr>
            </w:pPr>
          </w:p>
        </w:tc>
      </w:tr>
      <w:tr w:rsidR="007215CD" w:rsidRPr="0037151D">
        <w:tc>
          <w:tcPr>
            <w:tcW w:w="451" w:type="dxa"/>
          </w:tcPr>
          <w:p w:rsidR="007215CD" w:rsidRPr="003B364D" w:rsidRDefault="007215C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533"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205"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658"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548" w:type="dxa"/>
          </w:tcPr>
          <w:p w:rsidR="007215CD" w:rsidRPr="003B364D" w:rsidRDefault="007215CD" w:rsidP="003B364D">
            <w:pPr>
              <w:pStyle w:val="ConsPlusNormal"/>
              <w:ind w:firstLine="0"/>
              <w:jc w:val="center"/>
              <w:rPr>
                <w:rFonts w:ascii="Times New Roman" w:hAnsi="Times New Roman" w:cs="Times New Roman"/>
                <w:sz w:val="24"/>
                <w:szCs w:val="24"/>
              </w:rPr>
            </w:pPr>
          </w:p>
        </w:tc>
        <w:tc>
          <w:tcPr>
            <w:tcW w:w="1672" w:type="dxa"/>
          </w:tcPr>
          <w:p w:rsidR="007215CD" w:rsidRPr="003B364D" w:rsidRDefault="007215CD" w:rsidP="003B364D">
            <w:pPr>
              <w:pStyle w:val="ConsPlusNormal"/>
              <w:ind w:firstLine="0"/>
              <w:jc w:val="center"/>
              <w:rPr>
                <w:rFonts w:ascii="Times New Roman" w:hAnsi="Times New Roman" w:cs="Times New Roman"/>
                <w:sz w:val="24"/>
                <w:szCs w:val="24"/>
              </w:rPr>
            </w:pPr>
          </w:p>
        </w:tc>
      </w:tr>
    </w:tbl>
    <w:p w:rsidR="007215CD" w:rsidRPr="003B364D" w:rsidRDefault="007215C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7215CD" w:rsidRPr="003B364D" w:rsidRDefault="007215C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7215CD" w:rsidRPr="003B364D" w:rsidRDefault="007215C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7215CD" w:rsidRPr="003B364D" w:rsidRDefault="007215CD"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7215CD" w:rsidRPr="003B364D" w:rsidRDefault="007215CD" w:rsidP="003B364D">
      <w:pPr>
        <w:spacing w:after="0" w:line="240" w:lineRule="auto"/>
        <w:ind w:firstLine="708"/>
        <w:rPr>
          <w:rFonts w:ascii="Times New Roman" w:hAnsi="Times New Roman" w:cs="Times New Roman"/>
          <w:sz w:val="24"/>
          <w:szCs w:val="24"/>
        </w:rPr>
      </w:pPr>
    </w:p>
    <w:p w:rsidR="007215CD" w:rsidRPr="003B364D" w:rsidRDefault="007215CD"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7215CD" w:rsidRPr="003B364D" w:rsidRDefault="007215CD" w:rsidP="003B364D">
      <w:pPr>
        <w:spacing w:after="0" w:line="240" w:lineRule="auto"/>
        <w:rPr>
          <w:rFonts w:ascii="Times New Roman" w:hAnsi="Times New Roman" w:cs="Times New Roman"/>
          <w:sz w:val="24"/>
          <w:szCs w:val="24"/>
        </w:rPr>
      </w:pPr>
    </w:p>
    <w:p w:rsidR="007215CD" w:rsidRPr="003B364D" w:rsidRDefault="007215CD"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7215CD" w:rsidRPr="003B364D" w:rsidRDefault="007215CD" w:rsidP="003B364D">
      <w:pPr>
        <w:spacing w:after="0" w:line="240" w:lineRule="auto"/>
        <w:jc w:val="both"/>
        <w:rPr>
          <w:rFonts w:ascii="Times New Roman" w:hAnsi="Times New Roman" w:cs="Times New Roman"/>
          <w:sz w:val="24"/>
          <w:szCs w:val="24"/>
        </w:rPr>
      </w:pPr>
    </w:p>
    <w:p w:rsidR="007215CD" w:rsidRPr="003B364D" w:rsidRDefault="007215C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7215CD" w:rsidRPr="003B364D" w:rsidRDefault="007215C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7215CD" w:rsidRPr="003B364D" w:rsidRDefault="007215C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7215CD" w:rsidRPr="003B364D" w:rsidRDefault="007215CD" w:rsidP="003B364D">
      <w:pPr>
        <w:pStyle w:val="ConsPlusNormal"/>
        <w:ind w:left="450" w:firstLine="0"/>
        <w:rPr>
          <w:rFonts w:ascii="Times New Roman" w:hAnsi="Times New Roman" w:cs="Times New Roman"/>
          <w:sz w:val="24"/>
          <w:szCs w:val="24"/>
        </w:rPr>
      </w:pPr>
    </w:p>
    <w:p w:rsidR="007215CD" w:rsidRPr="003B364D" w:rsidRDefault="007215CD"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7215CD" w:rsidRPr="003B364D" w:rsidRDefault="007215CD" w:rsidP="003B364D">
      <w:pPr>
        <w:pStyle w:val="ConsPlusNormal"/>
        <w:ind w:left="450" w:firstLine="0"/>
        <w:rPr>
          <w:rFonts w:ascii="Times New Roman" w:hAnsi="Times New Roman" w:cs="Times New Roman"/>
          <w:sz w:val="24"/>
          <w:szCs w:val="24"/>
        </w:rPr>
      </w:pPr>
    </w:p>
    <w:p w:rsidR="007215CD" w:rsidRDefault="007215CD"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7215CD" w:rsidRDefault="007215CD" w:rsidP="00F650A6">
      <w:pPr>
        <w:spacing w:after="0" w:line="240" w:lineRule="auto"/>
        <w:jc w:val="both"/>
        <w:rPr>
          <w:rFonts w:ascii="Times New Roman" w:hAnsi="Times New Roman" w:cs="Times New Roman"/>
          <w:sz w:val="24"/>
          <w:szCs w:val="24"/>
        </w:rPr>
      </w:pPr>
    </w:p>
    <w:p w:rsidR="007215CD" w:rsidRPr="00EA2DD6" w:rsidRDefault="007215CD"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7215CD" w:rsidRPr="00EA2DD6" w:rsidRDefault="007215CD"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7215CD" w:rsidRPr="00EA2DD6" w:rsidRDefault="007215CD"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215CD" w:rsidRPr="00EA2DD6" w:rsidRDefault="007215CD" w:rsidP="00FE444E">
      <w:pPr>
        <w:spacing w:after="0" w:line="240" w:lineRule="auto"/>
        <w:ind w:left="720"/>
        <w:jc w:val="right"/>
        <w:rPr>
          <w:rFonts w:ascii="Times New Roman" w:hAnsi="Times New Roman" w:cs="Times New Roman"/>
          <w:b/>
          <w:bCs/>
          <w:sz w:val="24"/>
          <w:szCs w:val="24"/>
        </w:rPr>
      </w:pPr>
    </w:p>
    <w:p w:rsidR="007215CD" w:rsidRDefault="007215CD"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7215CD" w:rsidRPr="00EA2DD6" w:rsidRDefault="007215CD" w:rsidP="00FE444E">
      <w:pPr>
        <w:spacing w:after="0" w:line="240" w:lineRule="auto"/>
        <w:ind w:left="720"/>
        <w:jc w:val="center"/>
        <w:rPr>
          <w:rFonts w:ascii="Times New Roman" w:hAnsi="Times New Roman" w:cs="Times New Roman"/>
          <w:b/>
          <w:bCs/>
          <w:sz w:val="24"/>
          <w:szCs w:val="24"/>
        </w:rPr>
      </w:pPr>
    </w:p>
    <w:p w:rsidR="007215CD" w:rsidRPr="009D4038" w:rsidRDefault="007215CD"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7215CD" w:rsidRPr="009D4038" w:rsidRDefault="007215CD"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7215CD" w:rsidRPr="008C5597" w:rsidRDefault="007215CD"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7215CD" w:rsidRPr="00FE444E" w:rsidRDefault="007215C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7215CD" w:rsidRPr="00FE444E" w:rsidRDefault="007215C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7215CD" w:rsidRPr="00FE444E" w:rsidRDefault="007215C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7215CD" w:rsidRPr="00FE444E" w:rsidRDefault="007215CD" w:rsidP="00FE444E">
      <w:pPr>
        <w:spacing w:after="0" w:line="240" w:lineRule="auto"/>
        <w:jc w:val="both"/>
        <w:rPr>
          <w:rFonts w:ascii="Times New Roman" w:hAnsi="Times New Roman" w:cs="Times New Roman"/>
          <w:sz w:val="24"/>
          <w:szCs w:val="24"/>
        </w:rPr>
      </w:pPr>
    </w:p>
    <w:p w:rsidR="007215CD" w:rsidRPr="009D4038" w:rsidRDefault="007215CD"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7215CD" w:rsidRPr="00FE444E" w:rsidRDefault="007215CD"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7215CD" w:rsidRPr="00FE444E" w:rsidRDefault="007215CD"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7215CD" w:rsidRPr="00FE444E" w:rsidRDefault="007215C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7215CD" w:rsidRPr="00FE444E" w:rsidRDefault="007215C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7215CD" w:rsidRPr="00FE444E" w:rsidRDefault="007215C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7215CD" w:rsidRPr="00FE444E" w:rsidRDefault="007215CD" w:rsidP="00FE444E">
      <w:pPr>
        <w:spacing w:after="0" w:line="240" w:lineRule="auto"/>
        <w:ind w:firstLine="993"/>
        <w:jc w:val="both"/>
        <w:rPr>
          <w:rFonts w:ascii="Times New Roman" w:hAnsi="Times New Roman" w:cs="Times New Roman"/>
          <w:sz w:val="24"/>
          <w:szCs w:val="24"/>
        </w:rPr>
      </w:pPr>
    </w:p>
    <w:p w:rsidR="007215CD" w:rsidRPr="00FE444E" w:rsidRDefault="007215CD"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7215CD" w:rsidRPr="00FE444E" w:rsidRDefault="007215CD" w:rsidP="00FE444E">
      <w:pPr>
        <w:spacing w:after="0" w:line="240" w:lineRule="auto"/>
        <w:ind w:left="1545"/>
        <w:jc w:val="both"/>
        <w:rPr>
          <w:rFonts w:ascii="Times New Roman" w:hAnsi="Times New Roman" w:cs="Times New Roman"/>
          <w:sz w:val="24"/>
          <w:szCs w:val="24"/>
        </w:rPr>
      </w:pPr>
    </w:p>
    <w:p w:rsidR="007215CD" w:rsidRPr="00FE444E" w:rsidRDefault="007215CD"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7215CD" w:rsidRPr="00FE444E" w:rsidRDefault="007215C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7215CD" w:rsidRPr="00FE444E" w:rsidRDefault="007215CD" w:rsidP="00FE444E">
      <w:pPr>
        <w:pStyle w:val="ListParagraph"/>
        <w:spacing w:after="0" w:line="240" w:lineRule="auto"/>
        <w:rPr>
          <w:rFonts w:ascii="Times New Roman" w:hAnsi="Times New Roman" w:cs="Times New Roman"/>
          <w:sz w:val="24"/>
          <w:szCs w:val="24"/>
        </w:rPr>
      </w:pPr>
    </w:p>
    <w:p w:rsidR="007215CD" w:rsidRPr="00FE444E" w:rsidRDefault="007215C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7215CD" w:rsidRPr="00FE444E" w:rsidRDefault="007215CD" w:rsidP="00FE444E">
      <w:pPr>
        <w:pStyle w:val="ListParagraph"/>
        <w:spacing w:after="0" w:line="240" w:lineRule="auto"/>
        <w:ind w:left="0" w:firstLine="540"/>
        <w:rPr>
          <w:rFonts w:ascii="Times New Roman" w:hAnsi="Times New Roman" w:cs="Times New Roman"/>
          <w:sz w:val="24"/>
          <w:szCs w:val="24"/>
        </w:rPr>
      </w:pPr>
    </w:p>
    <w:p w:rsidR="007215CD" w:rsidRPr="00FE444E" w:rsidRDefault="007215C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7215CD" w:rsidRPr="00FE444E" w:rsidRDefault="007215CD" w:rsidP="00FE444E">
      <w:pPr>
        <w:spacing w:after="0" w:line="240" w:lineRule="auto"/>
        <w:ind w:firstLine="426"/>
        <w:jc w:val="center"/>
        <w:rPr>
          <w:rFonts w:ascii="Times New Roman" w:hAnsi="Times New Roman" w:cs="Times New Roman"/>
          <w:sz w:val="24"/>
          <w:szCs w:val="24"/>
        </w:rPr>
      </w:pPr>
    </w:p>
    <w:p w:rsidR="007215CD" w:rsidRPr="009D4038" w:rsidRDefault="007215CD"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7215CD" w:rsidRPr="00FE444E" w:rsidRDefault="007215CD"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7215CD" w:rsidRPr="00FE444E" w:rsidRDefault="007215CD" w:rsidP="00FE444E">
      <w:pPr>
        <w:pStyle w:val="Style19"/>
        <w:widowControl/>
        <w:spacing w:before="0" w:after="0" w:line="240" w:lineRule="auto"/>
        <w:ind w:firstLine="567"/>
      </w:pPr>
    </w:p>
    <w:p w:rsidR="007215CD" w:rsidRPr="009D4038" w:rsidRDefault="007215CD"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7215CD" w:rsidRPr="00FE444E" w:rsidRDefault="007215CD"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7215CD" w:rsidRPr="00FE444E" w:rsidRDefault="007215CD"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7215CD" w:rsidRPr="00FE444E" w:rsidRDefault="007215CD"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7215CD" w:rsidRDefault="007215CD"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7215CD" w:rsidRPr="00600BF7" w:rsidRDefault="007215CD" w:rsidP="00FE444E">
      <w:pPr>
        <w:pStyle w:val="BodyTextIndent"/>
        <w:spacing w:after="0" w:line="240" w:lineRule="auto"/>
        <w:ind w:left="0" w:firstLine="567"/>
        <w:jc w:val="both"/>
        <w:rPr>
          <w:rFonts w:ascii="Times New Roman" w:hAnsi="Times New Roman" w:cs="Times New Roman"/>
          <w:sz w:val="24"/>
          <w:szCs w:val="24"/>
        </w:rPr>
      </w:pPr>
    </w:p>
    <w:p w:rsidR="007215CD" w:rsidRPr="009D4038" w:rsidRDefault="007215CD"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7215CD" w:rsidRPr="00FE444E" w:rsidRDefault="007215CD" w:rsidP="00FE444E">
      <w:pPr>
        <w:spacing w:after="0" w:line="240" w:lineRule="auto"/>
        <w:ind w:firstLine="567"/>
        <w:jc w:val="both"/>
        <w:rPr>
          <w:rFonts w:ascii="Times New Roman" w:hAnsi="Times New Roman" w:cs="Times New Roman"/>
          <w:sz w:val="24"/>
          <w:szCs w:val="24"/>
        </w:rPr>
      </w:pP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7215CD"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7215CD" w:rsidRPr="00FE444E" w:rsidRDefault="007215CD" w:rsidP="00FE444E">
      <w:pPr>
        <w:spacing w:after="0" w:line="240" w:lineRule="auto"/>
        <w:ind w:firstLine="567"/>
        <w:jc w:val="both"/>
        <w:rPr>
          <w:sz w:val="24"/>
          <w:szCs w:val="24"/>
        </w:rPr>
      </w:pPr>
    </w:p>
    <w:p w:rsidR="007215CD" w:rsidRPr="009D4038" w:rsidRDefault="007215CD"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7215CD" w:rsidRPr="00FE444E" w:rsidRDefault="007215CD"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7215CD" w:rsidRPr="00FE444E" w:rsidRDefault="007215CD"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7215CD" w:rsidRPr="00FE444E" w:rsidRDefault="007215CD"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7215CD" w:rsidRPr="00FE444E" w:rsidRDefault="007215CD"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7215CD" w:rsidRPr="008C5567" w:rsidRDefault="007215CD"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7215CD" w:rsidRDefault="007215CD"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7215CD" w:rsidRPr="00FE444E" w:rsidRDefault="007215CD" w:rsidP="00FE444E">
      <w:pPr>
        <w:tabs>
          <w:tab w:val="left" w:pos="1418"/>
        </w:tabs>
        <w:spacing w:after="0" w:line="240" w:lineRule="auto"/>
        <w:ind w:firstLine="567"/>
        <w:jc w:val="both"/>
        <w:rPr>
          <w:rFonts w:ascii="Times New Roman" w:hAnsi="Times New Roman" w:cs="Times New Roman"/>
          <w:sz w:val="24"/>
          <w:szCs w:val="24"/>
        </w:rPr>
      </w:pPr>
    </w:p>
    <w:p w:rsidR="007215CD" w:rsidRPr="009D4038" w:rsidRDefault="007215CD"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7215CD" w:rsidRPr="009553A2" w:rsidRDefault="007215CD"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7215CD" w:rsidRPr="00FE444E" w:rsidRDefault="007215CD"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7215CD" w:rsidRPr="00DE3F58"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7215CD" w:rsidRPr="00250D03" w:rsidRDefault="007215CD"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7215CD" w:rsidRPr="00250D03" w:rsidRDefault="007215CD"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7215CD" w:rsidRPr="00250D03" w:rsidRDefault="007215CD"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7215CD" w:rsidRPr="00FE444E" w:rsidRDefault="007215CD"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7215CD" w:rsidRPr="00FE444E" w:rsidRDefault="007215CD"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7215CD" w:rsidRPr="00FE444E" w:rsidRDefault="007215CD"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7215CD" w:rsidRPr="00FE444E" w:rsidRDefault="007215CD"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7215CD"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7215CD" w:rsidRPr="00FE444E" w:rsidRDefault="007215CD" w:rsidP="00FE444E">
      <w:pPr>
        <w:spacing w:after="0" w:line="240" w:lineRule="auto"/>
        <w:ind w:firstLine="567"/>
        <w:jc w:val="both"/>
        <w:rPr>
          <w:rFonts w:ascii="Times New Roman" w:hAnsi="Times New Roman" w:cs="Times New Roman"/>
          <w:sz w:val="24"/>
          <w:szCs w:val="24"/>
        </w:rPr>
      </w:pPr>
    </w:p>
    <w:p w:rsidR="007215CD" w:rsidRPr="009D4038" w:rsidRDefault="007215CD"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7215CD" w:rsidRPr="008C5597" w:rsidRDefault="007215CD"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7215CD" w:rsidRPr="00F119A4" w:rsidRDefault="007215CD"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7215CD" w:rsidRPr="00F119A4" w:rsidRDefault="007215CD" w:rsidP="00FE444E">
      <w:pPr>
        <w:pStyle w:val="Style8"/>
        <w:widowControl/>
        <w:spacing w:before="0" w:after="0" w:line="240" w:lineRule="auto"/>
        <w:ind w:firstLine="567"/>
      </w:pPr>
    </w:p>
    <w:p w:rsidR="007215CD" w:rsidRPr="00FE444E" w:rsidRDefault="007215CD" w:rsidP="00FE444E">
      <w:pPr>
        <w:pStyle w:val="Style7"/>
        <w:widowControl/>
        <w:tabs>
          <w:tab w:val="left" w:leader="underscore" w:pos="9254"/>
        </w:tabs>
        <w:spacing w:before="0" w:after="0" w:line="240" w:lineRule="auto"/>
        <w:jc w:val="both"/>
        <w:rPr>
          <w:b/>
          <w:bCs/>
        </w:rPr>
      </w:pPr>
      <w:r w:rsidRPr="00FE444E">
        <w:rPr>
          <w:b/>
          <w:bCs/>
        </w:rPr>
        <w:tab/>
      </w:r>
    </w:p>
    <w:p w:rsidR="007215CD" w:rsidRPr="00FE444E" w:rsidRDefault="007215CD"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7215CD" w:rsidRDefault="007215CD"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7215CD" w:rsidRPr="00822604" w:rsidRDefault="007215CD" w:rsidP="00FE444E">
      <w:pPr>
        <w:pStyle w:val="Style12"/>
        <w:widowControl/>
        <w:spacing w:before="0" w:after="0" w:line="240" w:lineRule="auto"/>
        <w:ind w:firstLine="567"/>
        <w:jc w:val="both"/>
      </w:pPr>
      <w:r w:rsidRPr="00822604">
        <w:t>Полномочным представителем Подрядчика является:</w:t>
      </w:r>
    </w:p>
    <w:p w:rsidR="007215CD" w:rsidRPr="00FE444E" w:rsidRDefault="007215CD" w:rsidP="00FE444E">
      <w:pPr>
        <w:pStyle w:val="Style7"/>
        <w:widowControl/>
        <w:tabs>
          <w:tab w:val="left" w:leader="underscore" w:pos="9254"/>
        </w:tabs>
        <w:spacing w:before="0" w:after="0" w:line="240" w:lineRule="auto"/>
        <w:jc w:val="both"/>
        <w:rPr>
          <w:b/>
          <w:bCs/>
        </w:rPr>
      </w:pPr>
      <w:r w:rsidRPr="00FE444E">
        <w:rPr>
          <w:b/>
          <w:bCs/>
        </w:rPr>
        <w:tab/>
      </w:r>
    </w:p>
    <w:p w:rsidR="007215CD" w:rsidRPr="00FE444E" w:rsidRDefault="007215CD"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7215CD" w:rsidRPr="005828D6" w:rsidRDefault="007215CD"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7215CD" w:rsidRDefault="007215CD"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7215CD" w:rsidRDefault="007215CD"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7215CD" w:rsidRDefault="007215CD"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7215CD" w:rsidRPr="008C5597" w:rsidRDefault="007215CD"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7215CD" w:rsidRPr="008C5597" w:rsidRDefault="007215CD"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7215CD" w:rsidRPr="008C5597" w:rsidRDefault="007215CD"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7215CD" w:rsidRPr="00250D03" w:rsidRDefault="007215CD"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7215CD" w:rsidRPr="00250D03" w:rsidRDefault="007215CD"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7215CD" w:rsidRPr="00250D03" w:rsidRDefault="007215CD"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7215CD" w:rsidRPr="00250D03" w:rsidRDefault="007215CD"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7215CD" w:rsidRPr="00250D03" w:rsidRDefault="007215CD"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7215CD" w:rsidRPr="00250D03" w:rsidRDefault="007215CD"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7215CD" w:rsidRPr="00FE444E" w:rsidRDefault="007215CD"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7215CD" w:rsidRPr="00FE444E" w:rsidRDefault="007215CD"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7215CD" w:rsidRPr="00FE444E" w:rsidRDefault="007215CD"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7215CD" w:rsidRPr="00FE444E" w:rsidRDefault="007215CD"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7215CD" w:rsidRPr="00331B78" w:rsidRDefault="007215CD"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7215CD" w:rsidRPr="00DE3F58" w:rsidRDefault="007215CD"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7215CD" w:rsidRDefault="007215CD"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7215CD" w:rsidRPr="00DE3F58" w:rsidRDefault="007215CD" w:rsidP="00FE444E">
      <w:pPr>
        <w:pStyle w:val="Closing"/>
        <w:spacing w:line="240" w:lineRule="auto"/>
        <w:ind w:left="45" w:firstLine="567"/>
        <w:jc w:val="both"/>
        <w:rPr>
          <w:sz w:val="24"/>
          <w:szCs w:val="24"/>
          <w:lang w:eastAsia="ru-RU"/>
        </w:rPr>
      </w:pPr>
    </w:p>
    <w:p w:rsidR="007215CD" w:rsidRPr="009D4038" w:rsidRDefault="007215CD"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7215CD" w:rsidRPr="00FE444E" w:rsidRDefault="007215CD"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7215CD" w:rsidRPr="00FE444E" w:rsidRDefault="007215CD"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7215CD" w:rsidRPr="008C5597" w:rsidRDefault="007215CD"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7215CD" w:rsidRPr="008C5597" w:rsidRDefault="007215CD"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7215CD" w:rsidRPr="008C5597" w:rsidRDefault="007215CD"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7215CD" w:rsidRDefault="007215CD"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7215CD" w:rsidRPr="008C5597" w:rsidRDefault="007215CD" w:rsidP="00FE444E">
      <w:pPr>
        <w:pStyle w:val="Style14"/>
        <w:widowControl/>
        <w:tabs>
          <w:tab w:val="left" w:pos="709"/>
        </w:tabs>
        <w:spacing w:before="0" w:after="0" w:line="240" w:lineRule="auto"/>
        <w:ind w:firstLine="567"/>
      </w:pPr>
    </w:p>
    <w:p w:rsidR="007215CD" w:rsidRDefault="007215CD"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7215CD" w:rsidRPr="008C5597" w:rsidRDefault="007215CD"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7215CD" w:rsidRPr="00FE444E" w:rsidRDefault="007215CD"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7215CD" w:rsidRPr="00FE444E" w:rsidRDefault="007215CD"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7215CD" w:rsidRPr="00FE444E" w:rsidRDefault="007215CD"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7215CD" w:rsidRDefault="007215CD"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7215CD" w:rsidRPr="00FE444E" w:rsidRDefault="007215CD" w:rsidP="00FE444E">
      <w:pPr>
        <w:pStyle w:val="Style14"/>
        <w:widowControl/>
        <w:tabs>
          <w:tab w:val="left" w:pos="1234"/>
        </w:tabs>
        <w:spacing w:before="0" w:after="0" w:line="240" w:lineRule="auto"/>
        <w:ind w:firstLine="567"/>
      </w:pPr>
    </w:p>
    <w:p w:rsidR="007215CD" w:rsidRDefault="007215CD"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7215CD" w:rsidRPr="00FE444E" w:rsidRDefault="007215CD"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7215CD" w:rsidRPr="00DE3F58"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7215CD"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7215CD" w:rsidRPr="00FE444E" w:rsidRDefault="007215CD" w:rsidP="00FE444E">
      <w:pPr>
        <w:spacing w:after="0" w:line="240" w:lineRule="auto"/>
        <w:ind w:firstLine="567"/>
        <w:jc w:val="both"/>
        <w:rPr>
          <w:rFonts w:ascii="Times New Roman" w:hAnsi="Times New Roman" w:cs="Times New Roman"/>
          <w:sz w:val="24"/>
          <w:szCs w:val="24"/>
        </w:rPr>
      </w:pPr>
    </w:p>
    <w:p w:rsidR="007215CD" w:rsidRDefault="007215CD"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7215CD" w:rsidRPr="00250D03" w:rsidRDefault="007215CD"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7215CD" w:rsidRPr="00250D03" w:rsidRDefault="007215CD"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7215CD" w:rsidRPr="00FE444E" w:rsidRDefault="007215CD" w:rsidP="00FE444E">
      <w:pPr>
        <w:pStyle w:val="Style14"/>
        <w:widowControl/>
        <w:tabs>
          <w:tab w:val="left" w:pos="709"/>
        </w:tabs>
        <w:spacing w:before="0" w:after="0" w:line="240" w:lineRule="auto"/>
        <w:ind w:firstLine="567"/>
      </w:pPr>
    </w:p>
    <w:p w:rsidR="007215CD" w:rsidRPr="00FE444E" w:rsidRDefault="007215CD"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7215CD"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7215CD" w:rsidRPr="00FE444E" w:rsidRDefault="007215CD" w:rsidP="00FE444E">
      <w:pPr>
        <w:spacing w:after="0" w:line="240" w:lineRule="auto"/>
        <w:ind w:firstLine="567"/>
        <w:jc w:val="both"/>
        <w:rPr>
          <w:rFonts w:ascii="Times New Roman" w:hAnsi="Times New Roman" w:cs="Times New Roman"/>
          <w:sz w:val="24"/>
          <w:szCs w:val="24"/>
        </w:rPr>
      </w:pPr>
    </w:p>
    <w:p w:rsidR="007215CD" w:rsidRDefault="007215CD"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7215CD" w:rsidRPr="00250D03" w:rsidRDefault="007215CD"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7215CD" w:rsidRPr="00FE444E" w:rsidRDefault="007215CD"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7215CD"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7215CD" w:rsidRPr="00FE444E" w:rsidRDefault="007215CD" w:rsidP="00FE444E">
      <w:pPr>
        <w:spacing w:after="0" w:line="240" w:lineRule="auto"/>
        <w:ind w:firstLine="567"/>
        <w:jc w:val="both"/>
        <w:rPr>
          <w:rFonts w:ascii="Times New Roman" w:hAnsi="Times New Roman" w:cs="Times New Roman"/>
          <w:sz w:val="24"/>
          <w:szCs w:val="24"/>
        </w:rPr>
      </w:pPr>
    </w:p>
    <w:p w:rsidR="007215CD" w:rsidRDefault="007215CD"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7215CD" w:rsidRPr="00FE444E" w:rsidRDefault="007215CD"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7215CD" w:rsidRPr="00FE444E" w:rsidRDefault="007215CD"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7215CD" w:rsidRPr="00FE444E" w:rsidRDefault="007215CD"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7215CD" w:rsidRPr="00FE444E" w:rsidRDefault="007215CD" w:rsidP="00FE444E">
      <w:pPr>
        <w:pStyle w:val="Style14"/>
        <w:widowControl/>
        <w:tabs>
          <w:tab w:val="left" w:pos="709"/>
        </w:tabs>
        <w:spacing w:before="0" w:after="0" w:line="240" w:lineRule="auto"/>
        <w:ind w:firstLine="0"/>
        <w:jc w:val="center"/>
      </w:pPr>
    </w:p>
    <w:p w:rsidR="007215CD" w:rsidRPr="00FE444E" w:rsidRDefault="007215CD"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7215CD" w:rsidRDefault="007215CD"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7215CD" w:rsidRPr="00FE444E" w:rsidRDefault="007215CD" w:rsidP="00EA2DD6">
      <w:pPr>
        <w:pStyle w:val="Style14"/>
        <w:widowControl/>
        <w:tabs>
          <w:tab w:val="left" w:pos="709"/>
        </w:tabs>
        <w:spacing w:before="0" w:after="0" w:line="240" w:lineRule="auto"/>
        <w:ind w:firstLine="567"/>
      </w:pPr>
    </w:p>
    <w:p w:rsidR="007215CD" w:rsidRPr="00FE444E" w:rsidRDefault="007215CD"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7215CD" w:rsidRPr="00FE444E" w:rsidRDefault="007215C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7215CD" w:rsidRPr="00FE444E" w:rsidRDefault="007215CD" w:rsidP="00FE444E">
      <w:pPr>
        <w:pStyle w:val="Header"/>
        <w:ind w:left="425"/>
        <w:jc w:val="center"/>
      </w:pPr>
    </w:p>
    <w:p w:rsidR="007215CD" w:rsidRPr="00FE444E" w:rsidRDefault="007215CD"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7215CD" w:rsidRPr="00FE444E" w:rsidRDefault="007215CD" w:rsidP="00FE444E">
      <w:pPr>
        <w:pStyle w:val="Header"/>
        <w:ind w:firstLine="425"/>
      </w:pPr>
    </w:p>
    <w:p w:rsidR="007215CD" w:rsidRPr="00FE444E" w:rsidRDefault="007215CD"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7215CD" w:rsidRPr="00FE444E" w:rsidRDefault="007215CD" w:rsidP="00FE444E">
      <w:pPr>
        <w:pStyle w:val="Header"/>
        <w:jc w:val="center"/>
      </w:pPr>
      <w:r w:rsidRPr="00FE444E">
        <w:t>№ 1.________________________________________________________________________</w:t>
      </w:r>
    </w:p>
    <w:p w:rsidR="007215CD" w:rsidRPr="00FE444E" w:rsidRDefault="007215CD" w:rsidP="00FE444E">
      <w:pPr>
        <w:pStyle w:val="Header"/>
        <w:jc w:val="center"/>
      </w:pPr>
      <w:r w:rsidRPr="00FE444E">
        <w:t>№ 2.________________________________________________________________________</w:t>
      </w:r>
    </w:p>
    <w:p w:rsidR="007215CD" w:rsidRPr="00FE444E" w:rsidRDefault="007215CD" w:rsidP="00FE444E">
      <w:pPr>
        <w:pStyle w:val="Header"/>
      </w:pPr>
      <w:r>
        <w:t xml:space="preserve">  </w:t>
      </w:r>
      <w:r w:rsidRPr="00FE444E">
        <w:t>№ 3.________________________________________________________________________</w:t>
      </w:r>
    </w:p>
    <w:p w:rsidR="007215CD" w:rsidRPr="00FE444E" w:rsidRDefault="007215CD" w:rsidP="00FE444E">
      <w:pPr>
        <w:pStyle w:val="Header"/>
      </w:pPr>
      <w:r>
        <w:t xml:space="preserve">  </w:t>
      </w:r>
      <w:r w:rsidRPr="00FE444E">
        <w:t>№ 4.________________________________________________________________________</w:t>
      </w:r>
    </w:p>
    <w:p w:rsidR="007215CD" w:rsidRPr="00FE444E" w:rsidRDefault="007215CD" w:rsidP="00FE444E">
      <w:pPr>
        <w:pStyle w:val="Header"/>
      </w:pPr>
      <w:r>
        <w:t xml:space="preserve">  </w:t>
      </w:r>
      <w:r w:rsidRPr="00FE444E">
        <w:t>№ 5.________________________________________________________________________</w:t>
      </w:r>
    </w:p>
    <w:p w:rsidR="007215CD" w:rsidRPr="00FE444E" w:rsidRDefault="007215CD" w:rsidP="00FE444E">
      <w:pPr>
        <w:pStyle w:val="Header"/>
      </w:pPr>
    </w:p>
    <w:p w:rsidR="007215CD" w:rsidRPr="00FE444E" w:rsidRDefault="007215CD" w:rsidP="00FE444E">
      <w:pPr>
        <w:pStyle w:val="BodyText"/>
        <w:spacing w:after="0" w:line="240" w:lineRule="auto"/>
        <w:jc w:val="center"/>
        <w:rPr>
          <w:rFonts w:ascii="Times New Roman" w:hAnsi="Times New Roman" w:cs="Times New Roman"/>
          <w:sz w:val="24"/>
          <w:szCs w:val="24"/>
        </w:rPr>
      </w:pPr>
    </w:p>
    <w:p w:rsidR="007215CD" w:rsidRPr="00AB5687" w:rsidRDefault="007215CD"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7215CD" w:rsidRPr="00FE444E" w:rsidRDefault="007215CD" w:rsidP="00FE444E">
      <w:pPr>
        <w:spacing w:after="0" w:line="240" w:lineRule="auto"/>
        <w:ind w:firstLine="426"/>
        <w:jc w:val="both"/>
        <w:rPr>
          <w:rFonts w:ascii="Times New Roman" w:hAnsi="Times New Roman" w:cs="Times New Roman"/>
          <w:sz w:val="24"/>
          <w:szCs w:val="24"/>
        </w:rPr>
      </w:pPr>
    </w:p>
    <w:p w:rsidR="007215CD" w:rsidRPr="00FE444E" w:rsidRDefault="007215CD"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7215CD" w:rsidRPr="00FE444E" w:rsidRDefault="007215CD" w:rsidP="00FE444E">
      <w:pPr>
        <w:spacing w:after="0" w:line="240" w:lineRule="auto"/>
        <w:rPr>
          <w:rFonts w:ascii="Times New Roman" w:hAnsi="Times New Roman" w:cs="Times New Roman"/>
          <w:sz w:val="24"/>
          <w:szCs w:val="24"/>
        </w:rPr>
      </w:pPr>
    </w:p>
    <w:p w:rsidR="007215CD" w:rsidRPr="00FE444E" w:rsidRDefault="007215C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7215CD" w:rsidRPr="00FE444E" w:rsidRDefault="007215CD"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7215CD" w:rsidRDefault="007215CD"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7215CD" w:rsidRDefault="007215CD" w:rsidP="00FE444E">
      <w:pPr>
        <w:spacing w:after="0" w:line="240" w:lineRule="auto"/>
        <w:ind w:firstLine="426"/>
        <w:rPr>
          <w:rFonts w:ascii="Times New Roman" w:hAnsi="Times New Roman" w:cs="Times New Roman"/>
          <w:sz w:val="24"/>
          <w:szCs w:val="24"/>
        </w:rPr>
      </w:pPr>
    </w:p>
    <w:p w:rsidR="007215CD" w:rsidRPr="00FE444E" w:rsidRDefault="007215CD"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7215CD" w:rsidRPr="00FE444E" w:rsidRDefault="007215C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7215CD" w:rsidRPr="00FE444E" w:rsidRDefault="007215C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7215CD" w:rsidRPr="00FE444E" w:rsidRDefault="007215CD" w:rsidP="00FE444E">
      <w:pPr>
        <w:spacing w:after="0" w:line="240" w:lineRule="auto"/>
        <w:ind w:firstLine="567"/>
        <w:jc w:val="center"/>
        <w:rPr>
          <w:rFonts w:ascii="Times New Roman" w:hAnsi="Times New Roman" w:cs="Times New Roman"/>
          <w:sz w:val="24"/>
          <w:szCs w:val="24"/>
        </w:rPr>
      </w:pPr>
    </w:p>
    <w:p w:rsidR="007215CD" w:rsidRPr="00FE444E" w:rsidRDefault="007215CD"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7215CD" w:rsidRPr="00FE444E" w:rsidRDefault="007215CD" w:rsidP="00FE444E">
      <w:pPr>
        <w:spacing w:after="0" w:line="240" w:lineRule="auto"/>
        <w:jc w:val="both"/>
        <w:rPr>
          <w:rFonts w:ascii="Times New Roman" w:hAnsi="Times New Roman" w:cs="Times New Roman"/>
          <w:sz w:val="24"/>
          <w:szCs w:val="24"/>
        </w:rPr>
      </w:pP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7215CD" w:rsidRPr="00FE444E" w:rsidRDefault="007215CD" w:rsidP="00FE444E">
      <w:pPr>
        <w:spacing w:after="0" w:line="240" w:lineRule="auto"/>
        <w:jc w:val="both"/>
        <w:rPr>
          <w:rFonts w:ascii="Times New Roman" w:hAnsi="Times New Roman" w:cs="Times New Roman"/>
          <w:sz w:val="24"/>
          <w:szCs w:val="24"/>
        </w:rPr>
      </w:pP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7215CD" w:rsidRPr="00FE444E" w:rsidRDefault="007215CD" w:rsidP="00FE444E">
      <w:pPr>
        <w:spacing w:after="0" w:line="240" w:lineRule="auto"/>
        <w:jc w:val="both"/>
        <w:rPr>
          <w:rFonts w:ascii="Times New Roman" w:hAnsi="Times New Roman" w:cs="Times New Roman"/>
          <w:sz w:val="24"/>
          <w:szCs w:val="24"/>
        </w:rPr>
      </w:pPr>
    </w:p>
    <w:p w:rsidR="007215CD" w:rsidRPr="00FE444E" w:rsidRDefault="007215C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7215CD" w:rsidRPr="00FE444E" w:rsidRDefault="007215CD" w:rsidP="00FE444E">
      <w:pPr>
        <w:pStyle w:val="ListParagraph"/>
        <w:spacing w:after="0" w:line="240" w:lineRule="auto"/>
        <w:ind w:left="4962" w:firstLine="702"/>
        <w:rPr>
          <w:rFonts w:ascii="Times New Roman" w:hAnsi="Times New Roman" w:cs="Times New Roman"/>
          <w:sz w:val="24"/>
          <w:szCs w:val="24"/>
        </w:rPr>
      </w:pPr>
    </w:p>
    <w:p w:rsidR="007215CD" w:rsidRDefault="007215CD" w:rsidP="00FE444E">
      <w:pPr>
        <w:spacing w:after="0" w:line="240" w:lineRule="auto"/>
        <w:jc w:val="both"/>
        <w:rPr>
          <w:rFonts w:ascii="Times New Roman" w:hAnsi="Times New Roman" w:cs="Times New Roman"/>
          <w:sz w:val="24"/>
          <w:szCs w:val="24"/>
        </w:rPr>
      </w:pPr>
    </w:p>
    <w:p w:rsidR="007215CD" w:rsidRPr="00C16C63" w:rsidRDefault="007215CD" w:rsidP="00FE444E">
      <w:pPr>
        <w:spacing w:after="0" w:line="240" w:lineRule="auto"/>
        <w:jc w:val="both"/>
        <w:rPr>
          <w:rFonts w:ascii="Times New Roman" w:hAnsi="Times New Roman" w:cs="Times New Roman"/>
          <w:sz w:val="24"/>
          <w:szCs w:val="24"/>
        </w:rPr>
      </w:pPr>
    </w:p>
    <w:sectPr w:rsidR="007215CD"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7151D"/>
    <w:rsid w:val="003A15E6"/>
    <w:rsid w:val="003B364D"/>
    <w:rsid w:val="003B5845"/>
    <w:rsid w:val="003B7EE8"/>
    <w:rsid w:val="003C6131"/>
    <w:rsid w:val="003D696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2A8A"/>
    <w:rsid w:val="005F5DCD"/>
    <w:rsid w:val="00600BF7"/>
    <w:rsid w:val="006024B9"/>
    <w:rsid w:val="0065119F"/>
    <w:rsid w:val="00665978"/>
    <w:rsid w:val="00690852"/>
    <w:rsid w:val="006D3D31"/>
    <w:rsid w:val="006E0F8B"/>
    <w:rsid w:val="007018CA"/>
    <w:rsid w:val="00707F60"/>
    <w:rsid w:val="00720434"/>
    <w:rsid w:val="007215CD"/>
    <w:rsid w:val="0075512B"/>
    <w:rsid w:val="00755800"/>
    <w:rsid w:val="007647E0"/>
    <w:rsid w:val="007654F9"/>
    <w:rsid w:val="00796D33"/>
    <w:rsid w:val="007D65C4"/>
    <w:rsid w:val="007E3374"/>
    <w:rsid w:val="00810CD0"/>
    <w:rsid w:val="00810CD1"/>
    <w:rsid w:val="00822604"/>
    <w:rsid w:val="00835CA5"/>
    <w:rsid w:val="008451F3"/>
    <w:rsid w:val="008504E8"/>
    <w:rsid w:val="00893D05"/>
    <w:rsid w:val="008C5567"/>
    <w:rsid w:val="008C5597"/>
    <w:rsid w:val="008D06AC"/>
    <w:rsid w:val="008D52BA"/>
    <w:rsid w:val="008D7CDE"/>
    <w:rsid w:val="00906155"/>
    <w:rsid w:val="00907E6B"/>
    <w:rsid w:val="00915F3A"/>
    <w:rsid w:val="009379B7"/>
    <w:rsid w:val="009553A2"/>
    <w:rsid w:val="00976BB3"/>
    <w:rsid w:val="00976DB2"/>
    <w:rsid w:val="009847BA"/>
    <w:rsid w:val="00985ADA"/>
    <w:rsid w:val="009D4038"/>
    <w:rsid w:val="00A04DB8"/>
    <w:rsid w:val="00A121BF"/>
    <w:rsid w:val="00A412EC"/>
    <w:rsid w:val="00A757CC"/>
    <w:rsid w:val="00A9484D"/>
    <w:rsid w:val="00AB5687"/>
    <w:rsid w:val="00AC2ADC"/>
    <w:rsid w:val="00AC2DAB"/>
    <w:rsid w:val="00AF3282"/>
    <w:rsid w:val="00B222D4"/>
    <w:rsid w:val="00B22A0D"/>
    <w:rsid w:val="00B55118"/>
    <w:rsid w:val="00B70109"/>
    <w:rsid w:val="00B81B39"/>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A2DD6"/>
    <w:rsid w:val="00EE10CF"/>
    <w:rsid w:val="00EE3670"/>
    <w:rsid w:val="00EF317D"/>
    <w:rsid w:val="00F10885"/>
    <w:rsid w:val="00F119A4"/>
    <w:rsid w:val="00F40E68"/>
    <w:rsid w:val="00F46658"/>
    <w:rsid w:val="00F52D23"/>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212</TotalTime>
  <Pages>22</Pages>
  <Words>7593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14</cp:revision>
  <cp:lastPrinted>2012-05-04T11:02:00Z</cp:lastPrinted>
  <dcterms:created xsi:type="dcterms:W3CDTF">2012-05-04T06:04:00Z</dcterms:created>
  <dcterms:modified xsi:type="dcterms:W3CDTF">2012-05-15T03:32:00Z</dcterms:modified>
</cp:coreProperties>
</file>